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17" w:type="dxa"/>
        <w:jc w:val="center"/>
        <w:tblLook w:val="0600" w:firstRow="0" w:lastRow="0" w:firstColumn="0" w:lastColumn="0" w:noHBand="1" w:noVBand="1"/>
        <w:tblDescription w:val="Layout table to enter Logo, Invoice number, Date, Expiration Date, Company Name, Address, Phone and Fax numbers, and Email address, and Invoice to Address and contact details"/>
      </w:tblPr>
      <w:tblGrid>
        <w:gridCol w:w="3539"/>
        <w:gridCol w:w="3539"/>
        <w:gridCol w:w="3539"/>
      </w:tblGrid>
      <w:tr w:rsidR="00A340F2" w14:paraId="08394F8C" w14:textId="77777777" w:rsidTr="002B06E9">
        <w:trPr>
          <w:trHeight w:val="1256"/>
          <w:jc w:val="center"/>
        </w:trPr>
        <w:tc>
          <w:tcPr>
            <w:tcW w:w="3539" w:type="dxa"/>
            <w:hideMark/>
          </w:tcPr>
          <w:p w14:paraId="1AEFA058" w14:textId="0321B6E4" w:rsidR="00A340F2" w:rsidRPr="00064E3E" w:rsidRDefault="005A49AA" w:rsidP="00064E3E">
            <w:pPr>
              <w:pStyle w:val="Title"/>
            </w:pPr>
            <w:r>
              <w:t>Contoso</w:t>
            </w:r>
          </w:p>
        </w:tc>
        <w:tc>
          <w:tcPr>
            <w:tcW w:w="3539" w:type="dxa"/>
          </w:tcPr>
          <w:p w14:paraId="75E716A0" w14:textId="77777777" w:rsidR="00A340F2" w:rsidRDefault="00A340F2" w:rsidP="002F5404">
            <w:pPr>
              <w:jc w:val="center"/>
            </w:pPr>
          </w:p>
        </w:tc>
        <w:tc>
          <w:tcPr>
            <w:tcW w:w="3539" w:type="dxa"/>
            <w:hideMark/>
          </w:tcPr>
          <w:p w14:paraId="3D5BDCFB" w14:textId="77777777" w:rsidR="00A340F2" w:rsidRDefault="00A340F2" w:rsidP="002F5404">
            <w:r>
              <w:rPr>
                <w:noProof/>
                <w:lang w:eastAsia="en-US"/>
              </w:rPr>
              <w:drawing>
                <wp:inline distT="0" distB="0" distL="0" distR="0" wp14:anchorId="5F3DCC78" wp14:editId="60DA0968">
                  <wp:extent cx="1214120" cy="520065"/>
                  <wp:effectExtent l="0" t="0" r="0" b="0"/>
                  <wp:docPr id="1" name="Graphic 1" descr="Logo placeholder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Graphic 201" descr="logo-placeholder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52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40F2" w14:paraId="4FB755F8" w14:textId="77777777" w:rsidTr="002B06E9">
        <w:trPr>
          <w:trHeight w:val="1364"/>
          <w:jc w:val="center"/>
        </w:trPr>
        <w:tc>
          <w:tcPr>
            <w:tcW w:w="3539" w:type="dxa"/>
            <w:hideMark/>
          </w:tcPr>
          <w:p w14:paraId="19AD507B" w14:textId="77777777" w:rsidR="00A340F2" w:rsidRPr="00064E3E" w:rsidRDefault="00276394" w:rsidP="002F5404">
            <w:pPr>
              <w:rPr>
                <w:rFonts w:asciiTheme="majorHAnsi" w:hAnsiTheme="majorHAnsi"/>
                <w:color w:val="000000" w:themeColor="text1"/>
                <w:sz w:val="32"/>
                <w:szCs w:val="3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32"/>
                  <w:szCs w:val="32"/>
                </w:rPr>
                <w:alias w:val="Date:"/>
                <w:tag w:val="Date:"/>
                <w:id w:val="-865594733"/>
                <w:placeholder>
                  <w:docPart w:val="255CCB98C57045A4AAA7BE0F2AC093AE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Style w:val="DateChar"/>
                  </w:rPr>
                  <w:t>DATE</w:t>
                </w:r>
              </w:sdtContent>
            </w:sdt>
          </w:p>
          <w:p w14:paraId="28F52F04" w14:textId="41A23BD8" w:rsidR="00A340F2" w:rsidRPr="00064E3E" w:rsidRDefault="00004204" w:rsidP="002F5404">
            <w:pPr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  <w:sz w:val="32"/>
                <w:szCs w:val="32"/>
              </w:rPr>
              <w:t>March 13th</w:t>
            </w:r>
          </w:p>
        </w:tc>
        <w:tc>
          <w:tcPr>
            <w:tcW w:w="3539" w:type="dxa"/>
            <w:hideMark/>
          </w:tcPr>
          <w:p w14:paraId="611965FF" w14:textId="77777777" w:rsidR="00A340F2" w:rsidRPr="00064E3E" w:rsidRDefault="00276394" w:rsidP="002F5404">
            <w:pPr>
              <w:rPr>
                <w:rFonts w:asciiTheme="majorHAnsi" w:hAnsiTheme="majorHAnsi"/>
                <w:color w:val="000000" w:themeColor="text1"/>
                <w:sz w:val="32"/>
                <w:szCs w:val="3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32"/>
                  <w:szCs w:val="32"/>
                </w:rPr>
                <w:alias w:val="Invoice number:"/>
                <w:tag w:val="Invoice number:"/>
                <w:id w:val="453919090"/>
                <w:placeholder>
                  <w:docPart w:val="9C818761F45D4DEE93CA46313705F068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asciiTheme="majorHAnsi" w:hAnsiTheme="majorHAnsi"/>
                    <w:color w:val="000000" w:themeColor="text1"/>
                    <w:sz w:val="32"/>
                    <w:szCs w:val="32"/>
                  </w:rPr>
                  <w:t>INVOICE NO</w:t>
                </w:r>
              </w:sdtContent>
            </w:sdt>
          </w:p>
          <w:p w14:paraId="266AD4A9" w14:textId="053221EC" w:rsidR="00A340F2" w:rsidRPr="00064E3E" w:rsidRDefault="005A49AA" w:rsidP="002F5404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t>10000102</w:t>
            </w:r>
          </w:p>
        </w:tc>
        <w:tc>
          <w:tcPr>
            <w:tcW w:w="3539" w:type="dxa"/>
            <w:hideMark/>
          </w:tcPr>
          <w:p w14:paraId="6B6D15E2" w14:textId="77777777" w:rsidR="00A340F2" w:rsidRPr="00064E3E" w:rsidRDefault="00276394" w:rsidP="002F5404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4"/>
                  <w:szCs w:val="24"/>
                </w:rPr>
                <w:alias w:val="Enter your company name:"/>
                <w:tag w:val="Enter your company name:"/>
                <w:id w:val="350161346"/>
                <w:placeholder>
                  <w:docPart w:val="7A48072FECAD4EE6809365066B2E4B7F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asciiTheme="majorHAnsi" w:hAnsiTheme="majorHAnsi"/>
                    <w:color w:val="000000" w:themeColor="text1"/>
                    <w:sz w:val="24"/>
                    <w:szCs w:val="24"/>
                  </w:rPr>
                  <w:t>YOUR COMPANY</w:t>
                </w:r>
              </w:sdtContent>
            </w:sdt>
          </w:p>
          <w:p w14:paraId="52ED6BAC" w14:textId="387235DB" w:rsidR="00A340F2" w:rsidRPr="00064E3E" w:rsidRDefault="005A49AA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 Redmond Way</w:t>
            </w:r>
          </w:p>
          <w:p w14:paraId="794886F7" w14:textId="7F9A8A0A" w:rsidR="00CF2287" w:rsidRPr="00064E3E" w:rsidRDefault="005A49AA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Redmond, WA 99243</w:t>
            </w:r>
          </w:p>
          <w:p w14:paraId="6E6E97A1" w14:textId="216CF9EE" w:rsidR="00A340F2" w:rsidRPr="00064E3E" w:rsidRDefault="005A49AA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888-888-8888</w:t>
            </w:r>
          </w:p>
          <w:p w14:paraId="23BBFCE4" w14:textId="2D01BCA5" w:rsidR="00A340F2" w:rsidRPr="00064E3E" w:rsidRDefault="00A340F2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DE184FA" w14:textId="03905D48" w:rsidR="00A340F2" w:rsidRPr="00EC16CD" w:rsidRDefault="00A340F2" w:rsidP="002F540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40F2" w14:paraId="0A71809D" w14:textId="77777777" w:rsidTr="002B06E9">
        <w:trPr>
          <w:trHeight w:val="2215"/>
          <w:jc w:val="center"/>
        </w:trPr>
        <w:tc>
          <w:tcPr>
            <w:tcW w:w="3539" w:type="dxa"/>
            <w:hideMark/>
          </w:tcPr>
          <w:p w14:paraId="4769DB58" w14:textId="77777777" w:rsidR="00A340F2" w:rsidRPr="00064E3E" w:rsidRDefault="00276394" w:rsidP="002F5404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24"/>
                  <w:szCs w:val="24"/>
                </w:rPr>
                <w:alias w:val="Invoice to:"/>
                <w:tag w:val="Invoice to:"/>
                <w:id w:val="-1178570525"/>
                <w:placeholder>
                  <w:docPart w:val="DAE50ED8AFF44547A16B418D50B12ECF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asciiTheme="majorHAnsi" w:hAnsiTheme="majorHAnsi"/>
                    <w:color w:val="000000" w:themeColor="text1"/>
                    <w:sz w:val="24"/>
                    <w:szCs w:val="24"/>
                  </w:rPr>
                  <w:t>INVOICE TO</w:t>
                </w:r>
              </w:sdtContent>
            </w:sdt>
          </w:p>
          <w:p w14:paraId="4310870D" w14:textId="6D59251B" w:rsidR="00A340F2" w:rsidRPr="00064E3E" w:rsidRDefault="005A49AA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Microsoft Corp</w:t>
            </w:r>
          </w:p>
          <w:p w14:paraId="6C19CD85" w14:textId="576DBF59" w:rsidR="00A340F2" w:rsidRDefault="005A49AA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123 456</w:t>
            </w:r>
            <w:r w:rsidRPr="005A49AA">
              <w:rPr>
                <w:rFonts w:cstheme="minorHAnsi"/>
                <w:color w:val="000000" w:themeColor="text1"/>
                <w:sz w:val="24"/>
                <w:szCs w:val="24"/>
                <w:vertAlign w:val="superscript"/>
              </w:rPr>
              <w:t>th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St, Redmond, WA</w:t>
            </w:r>
          </w:p>
          <w:p w14:paraId="2852AC80" w14:textId="20CEDB1E" w:rsidR="005A49AA" w:rsidRPr="00064E3E" w:rsidRDefault="005A49AA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98052</w:t>
            </w:r>
          </w:p>
          <w:p w14:paraId="35D8AF97" w14:textId="276B6A8C" w:rsidR="00A340F2" w:rsidRPr="00064E3E" w:rsidRDefault="005A49AA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888-888-8888</w:t>
            </w:r>
          </w:p>
          <w:p w14:paraId="54D4F63E" w14:textId="79A14671" w:rsidR="00A340F2" w:rsidRDefault="00A340F2" w:rsidP="002F5404">
            <w:pPr>
              <w:rPr>
                <w:sz w:val="24"/>
                <w:szCs w:val="24"/>
              </w:rPr>
            </w:pPr>
          </w:p>
        </w:tc>
        <w:tc>
          <w:tcPr>
            <w:tcW w:w="3539" w:type="dxa"/>
          </w:tcPr>
          <w:p w14:paraId="08F77FD2" w14:textId="77777777" w:rsidR="00A340F2" w:rsidRDefault="00A340F2" w:rsidP="002F5404">
            <w:pPr>
              <w:jc w:val="center"/>
            </w:pPr>
          </w:p>
        </w:tc>
        <w:tc>
          <w:tcPr>
            <w:tcW w:w="3539" w:type="dxa"/>
          </w:tcPr>
          <w:p w14:paraId="19EF3FDB" w14:textId="77777777" w:rsidR="00A340F2" w:rsidRDefault="00A340F2" w:rsidP="002F5404">
            <w:pPr>
              <w:jc w:val="center"/>
            </w:pPr>
          </w:p>
        </w:tc>
      </w:tr>
    </w:tbl>
    <w:p w14:paraId="3F5FC886" w14:textId="77777777" w:rsidR="00A340F2" w:rsidRDefault="00A340F2" w:rsidP="002F5404">
      <w:pPr>
        <w:rPr>
          <w:noProof/>
        </w:rPr>
      </w:pPr>
    </w:p>
    <w:tbl>
      <w:tblPr>
        <w:tblStyle w:val="SalesInfo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20" w:firstRow="1" w:lastRow="0" w:firstColumn="0" w:lastColumn="0" w:noHBand="1" w:noVBand="1"/>
        <w:tblDescription w:val="Enter Salesperson name, Job title, Payment Terms, and Due Date in this table"/>
      </w:tblPr>
      <w:tblGrid>
        <w:gridCol w:w="2546"/>
        <w:gridCol w:w="2815"/>
        <w:gridCol w:w="3176"/>
        <w:gridCol w:w="1971"/>
      </w:tblGrid>
      <w:tr w:rsidR="00A340F2" w14:paraId="40B0B3C9" w14:textId="77777777" w:rsidTr="000E7C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61"/>
          <w:tblHeader/>
        </w:trPr>
        <w:tc>
          <w:tcPr>
            <w:tcW w:w="2092" w:type="dxa"/>
            <w:shd w:val="clear" w:color="auto" w:fill="auto"/>
            <w:hideMark/>
          </w:tcPr>
          <w:p w14:paraId="589C8D14" w14:textId="77777777" w:rsidR="00A340F2" w:rsidRDefault="00276394" w:rsidP="002F5404">
            <w:pPr>
              <w:pStyle w:val="Style1"/>
              <w:framePr w:hSpace="0" w:wrap="auto" w:vAnchor="margin" w:hAnchor="text" w:xAlign="left" w:yAlign="inline"/>
            </w:pPr>
            <w:sdt>
              <w:sdtPr>
                <w:alias w:val="Salesperson:"/>
                <w:tag w:val="Salesperson:"/>
                <w:id w:val="-720821619"/>
                <w:placeholder>
                  <w:docPart w:val="6BA1B7CD5B724A23A6A5D2389F5AD184"/>
                </w:placeholder>
                <w:temporary/>
                <w:showingPlcHdr/>
                <w15:appearance w15:val="hidden"/>
              </w:sdtPr>
              <w:sdtEndPr/>
              <w:sdtContent>
                <w:r w:rsidR="00CF2287">
                  <w:t>SALESPERSON</w:t>
                </w:r>
              </w:sdtContent>
            </w:sdt>
          </w:p>
        </w:tc>
        <w:tc>
          <w:tcPr>
            <w:tcW w:w="2313" w:type="dxa"/>
            <w:shd w:val="clear" w:color="auto" w:fill="auto"/>
            <w:hideMark/>
          </w:tcPr>
          <w:p w14:paraId="08DD0E49" w14:textId="77777777" w:rsidR="00A340F2" w:rsidRDefault="00276394" w:rsidP="002F5404">
            <w:pPr>
              <w:pStyle w:val="Style1"/>
              <w:framePr w:hSpace="0" w:wrap="auto" w:vAnchor="margin" w:hAnchor="text" w:xAlign="left" w:yAlign="inline"/>
            </w:pPr>
            <w:sdt>
              <w:sdtPr>
                <w:alias w:val="Job:"/>
                <w:tag w:val="Job:"/>
                <w:id w:val="274147627"/>
                <w:placeholder>
                  <w:docPart w:val="4C2C33D9DC5B48D8821A9606F459CE77"/>
                </w:placeholder>
                <w:temporary/>
                <w:showingPlcHdr/>
                <w15:appearance w15:val="hidden"/>
              </w:sdtPr>
              <w:sdtEndPr/>
              <w:sdtContent>
                <w:r w:rsidR="00CF2287">
                  <w:t>Job</w:t>
                </w:r>
              </w:sdtContent>
            </w:sdt>
          </w:p>
        </w:tc>
        <w:sdt>
          <w:sdtPr>
            <w:alias w:val="Payment terms:"/>
            <w:tag w:val="Payment terms:"/>
            <w:id w:val="-1356643075"/>
            <w:placeholder>
              <w:docPart w:val="3C56C87DE13547E6AF0B782BB2CAC2B3"/>
            </w:placeholder>
            <w:temporary/>
            <w:showingPlcHdr/>
            <w15:appearance w15:val="hidden"/>
          </w:sdtPr>
          <w:sdtEndPr/>
          <w:sdtContent>
            <w:tc>
              <w:tcPr>
                <w:tcW w:w="2610" w:type="dxa"/>
                <w:shd w:val="clear" w:color="auto" w:fill="auto"/>
                <w:hideMark/>
              </w:tcPr>
              <w:p w14:paraId="2379CE14" w14:textId="77777777" w:rsidR="00A340F2" w:rsidRDefault="00CF2287" w:rsidP="002F5404">
                <w:pPr>
                  <w:pStyle w:val="Style1"/>
                  <w:framePr w:hSpace="0" w:wrap="auto" w:vAnchor="margin" w:hAnchor="text" w:xAlign="left" w:yAlign="inline"/>
                </w:pPr>
                <w:r>
                  <w:t>Payment Terms</w:t>
                </w:r>
              </w:p>
            </w:tc>
          </w:sdtContent>
        </w:sdt>
        <w:tc>
          <w:tcPr>
            <w:tcW w:w="1620" w:type="dxa"/>
            <w:shd w:val="clear" w:color="auto" w:fill="auto"/>
            <w:hideMark/>
          </w:tcPr>
          <w:p w14:paraId="12E39AA7" w14:textId="77777777" w:rsidR="00A340F2" w:rsidRDefault="00276394" w:rsidP="002F5404">
            <w:pPr>
              <w:pStyle w:val="Style1"/>
              <w:framePr w:hSpace="0" w:wrap="auto" w:vAnchor="margin" w:hAnchor="text" w:xAlign="left" w:yAlign="inline"/>
            </w:pPr>
            <w:sdt>
              <w:sdtPr>
                <w:alias w:val="Due date:"/>
                <w:tag w:val="Due date:"/>
                <w:id w:val="-93870628"/>
                <w:placeholder>
                  <w:docPart w:val="95C5099E6B1A41BEA0308187219871BB"/>
                </w:placeholder>
                <w:temporary/>
                <w:showingPlcHdr/>
                <w15:appearance w15:val="hidden"/>
              </w:sdtPr>
              <w:sdtEndPr/>
              <w:sdtContent>
                <w:r w:rsidR="00CF2287">
                  <w:t>Due date</w:t>
                </w:r>
              </w:sdtContent>
            </w:sdt>
          </w:p>
        </w:tc>
      </w:tr>
      <w:tr w:rsidR="00A340F2" w14:paraId="3E3B27B7" w14:textId="77777777" w:rsidTr="00B727BE">
        <w:trPr>
          <w:trHeight w:hRule="exact" w:val="403"/>
        </w:trPr>
        <w:tc>
          <w:tcPr>
            <w:tcW w:w="2092" w:type="dxa"/>
          </w:tcPr>
          <w:p w14:paraId="55EE0BEC" w14:textId="4F193284" w:rsidR="00A340F2" w:rsidRDefault="005A49AA" w:rsidP="002F5404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Anne</w:t>
            </w:r>
          </w:p>
        </w:tc>
        <w:tc>
          <w:tcPr>
            <w:tcW w:w="2313" w:type="dxa"/>
          </w:tcPr>
          <w:p w14:paraId="284C37C6" w14:textId="77777777" w:rsidR="00A340F2" w:rsidRDefault="00A340F2" w:rsidP="002F5404">
            <w:pPr>
              <w:rPr>
                <w:rFonts w:ascii="Microsoft Sans Serif" w:hAnsi="Microsoft Sans Serif" w:cs="Microsoft Sans Serif"/>
              </w:rPr>
            </w:pPr>
          </w:p>
        </w:tc>
        <w:sdt>
          <w:sdtPr>
            <w:rPr>
              <w:rFonts w:cstheme="minorHAnsi"/>
            </w:rPr>
            <w:alias w:val="Enter due on receipt:"/>
            <w:tag w:val="Enter due on receipt:"/>
            <w:id w:val="-820273682"/>
            <w:placeholder>
              <w:docPart w:val="9EB940933B0148FDB3E362636435D2C6"/>
            </w:placeholder>
            <w:temporary/>
            <w:showingPlcHdr/>
            <w15:appearance w15:val="hidden"/>
          </w:sdtPr>
          <w:sdtEndPr/>
          <w:sdtContent>
            <w:tc>
              <w:tcPr>
                <w:tcW w:w="2610" w:type="dxa"/>
                <w:hideMark/>
              </w:tcPr>
              <w:p w14:paraId="0F047502" w14:textId="77777777" w:rsidR="00A340F2" w:rsidRPr="00064E3E" w:rsidRDefault="00CF2287" w:rsidP="002F5404">
                <w:pPr>
                  <w:rPr>
                    <w:rFonts w:cstheme="minorHAnsi"/>
                  </w:rPr>
                </w:pPr>
                <w:r w:rsidRPr="00064E3E">
                  <w:rPr>
                    <w:rFonts w:cstheme="minorHAnsi"/>
                    <w:sz w:val="22"/>
                  </w:rPr>
                  <w:t>Due on Receipt</w:t>
                </w:r>
              </w:p>
            </w:tc>
          </w:sdtContent>
        </w:sdt>
        <w:tc>
          <w:tcPr>
            <w:tcW w:w="1620" w:type="dxa"/>
          </w:tcPr>
          <w:p w14:paraId="39098B8B" w14:textId="7452C66B" w:rsidR="00A340F2" w:rsidRDefault="005A49AA" w:rsidP="002F5404">
            <w:pPr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8/30</w:t>
            </w:r>
            <w:r w:rsidR="00004204">
              <w:rPr>
                <w:rFonts w:ascii="Microsoft Sans Serif" w:hAnsi="Microsoft Sans Serif" w:cs="Microsoft Sans Serif"/>
              </w:rPr>
              <w:t>/2021</w:t>
            </w:r>
          </w:p>
        </w:tc>
      </w:tr>
    </w:tbl>
    <w:p w14:paraId="7E6F779C" w14:textId="77777777" w:rsidR="00A340F2" w:rsidRDefault="00A340F2" w:rsidP="00A340F2">
      <w:pPr>
        <w:rPr>
          <w:noProof/>
        </w:rPr>
      </w:pPr>
    </w:p>
    <w:tbl>
      <w:tblPr>
        <w:tblStyle w:val="Contenttable"/>
        <w:tblW w:w="5006" w:type="pct"/>
        <w:tblLook w:val="04A0" w:firstRow="1" w:lastRow="0" w:firstColumn="1" w:lastColumn="0" w:noHBand="0" w:noVBand="1"/>
        <w:tblDescription w:val="Enter Quantity, Description, Unit Price, Discount, and Line Total in table columns, and Subtotal, Sales Tax, and Total at the end"/>
      </w:tblPr>
      <w:tblGrid>
        <w:gridCol w:w="2410"/>
        <w:gridCol w:w="3616"/>
        <w:gridCol w:w="2304"/>
        <w:gridCol w:w="2195"/>
      </w:tblGrid>
      <w:tr w:rsidR="002F5404" w14:paraId="61A2AA77" w14:textId="77777777" w:rsidTr="000E7C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90"/>
          <w:tblHeader/>
        </w:trPr>
        <w:tc>
          <w:tcPr>
            <w:tcW w:w="2410" w:type="dxa"/>
            <w:hideMark/>
          </w:tcPr>
          <w:p w14:paraId="154C9D9A" w14:textId="77777777" w:rsidR="00A340F2" w:rsidRDefault="00276394" w:rsidP="002F5404">
            <w:pPr>
              <w:pStyle w:val="Style1"/>
              <w:framePr w:hSpace="0" w:wrap="auto" w:vAnchor="margin" w:hAnchor="text" w:xAlign="left" w:yAlign="inline"/>
            </w:pPr>
            <w:sdt>
              <w:sdtPr>
                <w:alias w:val="Quantity:"/>
                <w:tag w:val="Quantity:"/>
                <w:id w:val="871653143"/>
                <w:placeholder>
                  <w:docPart w:val="4F77B980E2034016A728CEEEADEF6931"/>
                </w:placeholder>
                <w:temporary/>
                <w:showingPlcHdr/>
                <w15:appearance w15:val="hidden"/>
              </w:sdtPr>
              <w:sdtEndPr/>
              <w:sdtContent>
                <w:r w:rsidR="00CF2287">
                  <w:t>Quantity</w:t>
                </w:r>
              </w:sdtContent>
            </w:sdt>
          </w:p>
        </w:tc>
        <w:sdt>
          <w:sdtPr>
            <w:alias w:val="Description:"/>
            <w:tag w:val="Description:"/>
            <w:id w:val="329724175"/>
            <w:placeholder>
              <w:docPart w:val="3E10BB9362E84700894170624DD13176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6" w:type="dxa"/>
                <w:hideMark/>
              </w:tcPr>
              <w:p w14:paraId="3746CF39" w14:textId="77777777" w:rsidR="00A340F2" w:rsidRDefault="00CF2287" w:rsidP="002F5404">
                <w:pPr>
                  <w:pStyle w:val="Style1"/>
                  <w:framePr w:hSpace="0" w:wrap="auto" w:vAnchor="margin" w:hAnchor="text" w:xAlign="left" w:yAlign="inline"/>
                </w:pPr>
                <w:r>
                  <w:t>Description</w:t>
                </w:r>
              </w:p>
            </w:tc>
          </w:sdtContent>
        </w:sdt>
        <w:sdt>
          <w:sdtPr>
            <w:alias w:val="Unit price:"/>
            <w:tag w:val="Unit price:"/>
            <w:id w:val="-1233764391"/>
            <w:placeholder>
              <w:docPart w:val="E8F1571244BF40658FFEA54E35B2F43C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04" w:type="dxa"/>
                <w:hideMark/>
              </w:tcPr>
              <w:p w14:paraId="328892FA" w14:textId="77777777" w:rsidR="00A340F2" w:rsidRDefault="00CF2287" w:rsidP="002F5404">
                <w:pPr>
                  <w:pStyle w:val="Style1"/>
                  <w:framePr w:hSpace="0" w:wrap="auto" w:vAnchor="margin" w:hAnchor="text" w:xAlign="left" w:yAlign="inline"/>
                </w:pPr>
                <w:r>
                  <w:t>Unit Price</w:t>
                </w:r>
              </w:p>
            </w:tc>
          </w:sdtContent>
        </w:sdt>
        <w:sdt>
          <w:sdtPr>
            <w:alias w:val="Line total:"/>
            <w:tag w:val="Line total:"/>
            <w:id w:val="-1547060432"/>
            <w:placeholder>
              <w:docPart w:val="52A7E2D7695144AC8E4542BE222F4D41"/>
            </w:placeholder>
            <w:temporary/>
            <w:showingPlcHdr/>
            <w15:appearance w15:val="hidden"/>
          </w:sdtPr>
          <w:sdtEndPr/>
          <w:sdtContent>
            <w:tc>
              <w:tcPr>
                <w:tcW w:w="2195" w:type="dxa"/>
                <w:hideMark/>
              </w:tcPr>
              <w:p w14:paraId="3C7B4F6C" w14:textId="77777777" w:rsidR="00A340F2" w:rsidRDefault="00CF2287" w:rsidP="002F5404">
                <w:pPr>
                  <w:pStyle w:val="Style1"/>
                  <w:framePr w:hSpace="0" w:wrap="auto" w:vAnchor="margin" w:hAnchor="text" w:xAlign="left" w:yAlign="inline"/>
                </w:pPr>
                <w:r>
                  <w:t>Line Total</w:t>
                </w:r>
              </w:p>
            </w:tc>
          </w:sdtContent>
        </w:sdt>
      </w:tr>
    </w:tbl>
    <w:p w14:paraId="387274F7" w14:textId="77777777" w:rsidR="000E7C40" w:rsidRDefault="000E7C40"/>
    <w:p w14:paraId="19FE0A7D" w14:textId="77777777" w:rsidR="000E7C40" w:rsidRDefault="000E7C40"/>
    <w:tbl>
      <w:tblPr>
        <w:tblW w:w="5011" w:type="pct"/>
        <w:tblLook w:val="0600" w:firstRow="0" w:lastRow="0" w:firstColumn="0" w:lastColumn="0" w:noHBand="1" w:noVBand="1"/>
        <w:tblDescription w:val="Enter Quantity, Description, Unit Price, Discount, and Line Total in table columns, and Subtotal, Sales Tax, and Total at the end"/>
      </w:tblPr>
      <w:tblGrid>
        <w:gridCol w:w="2411"/>
        <w:gridCol w:w="3615"/>
        <w:gridCol w:w="2304"/>
        <w:gridCol w:w="2195"/>
      </w:tblGrid>
      <w:tr w:rsidR="00EB63A0" w14:paraId="416FBB2F" w14:textId="77777777" w:rsidTr="0070026E">
        <w:trPr>
          <w:trHeight w:hRule="exact" w:val="490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2052" w14:textId="3A77A144" w:rsidR="00EB63A0" w:rsidRDefault="00276394" w:rsidP="00EB63A0">
            <w:pPr>
              <w:pStyle w:val="Normalright"/>
            </w:pPr>
            <w:sdt>
              <w:sdtPr>
                <w:alias w:val="Enter product:"/>
                <w:tag w:val="Enter product:"/>
                <w:id w:val="-926576106"/>
                <w:placeholder>
                  <w:docPart w:val="7180B669B9CA42429332ECA7EBD2780A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t>Product</w:t>
                </w:r>
              </w:sdtContent>
            </w:sdt>
            <w:r w:rsidR="005A49AA">
              <w:t>1</w:t>
            </w:r>
          </w:p>
        </w:tc>
        <w:sdt>
          <w:sdtPr>
            <w:alias w:val="Enter product description:"/>
            <w:tag w:val="Enter product description:"/>
            <w:id w:val="-271399772"/>
            <w:placeholder>
              <w:docPart w:val="B4CE09CD5F604FCBB0EFDEC2DB20C1FA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5CB80" w14:textId="77777777" w:rsidR="00EB63A0" w:rsidRDefault="00EB63A0" w:rsidP="00EB63A0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9B94" w14:textId="14AE92EA" w:rsidR="00EB63A0" w:rsidRDefault="00276394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1282689248"/>
                <w:placeholder>
                  <w:docPart w:val="DFE06AF6915D4ADB8CD5F4CAE2E294BB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1.00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71CE" w14:textId="61D8E220" w:rsidR="00EB63A0" w:rsidRDefault="00276394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-816956535"/>
                <w:placeholder>
                  <w:docPart w:val="5A1DFF9CDCF6421AB9228BCE1A02EE48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5.00</w:t>
            </w:r>
          </w:p>
        </w:tc>
      </w:tr>
      <w:tr w:rsidR="00EB63A0" w14:paraId="25F0D528" w14:textId="77777777" w:rsidTr="0070026E">
        <w:trPr>
          <w:trHeight w:hRule="exact" w:val="490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E19F" w14:textId="1A72830D" w:rsidR="00EB63A0" w:rsidRDefault="00276394" w:rsidP="00EB63A0">
            <w:pPr>
              <w:pStyle w:val="Normalright"/>
            </w:pPr>
            <w:sdt>
              <w:sdtPr>
                <w:alias w:val="Enter product:"/>
                <w:tag w:val="Enter product:"/>
                <w:id w:val="-1516921254"/>
                <w:placeholder>
                  <w:docPart w:val="F58D3C6E30D142A6A98CBC9E009D5BC8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t>Product</w:t>
                </w:r>
              </w:sdtContent>
            </w:sdt>
            <w:r w:rsidR="005A49AA">
              <w:t>2</w:t>
            </w:r>
          </w:p>
        </w:tc>
        <w:sdt>
          <w:sdtPr>
            <w:alias w:val="Enter product description:"/>
            <w:tag w:val="Enter product description:"/>
            <w:id w:val="-2142264931"/>
            <w:placeholder>
              <w:docPart w:val="185AF986B6774118902665DBECCD3310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189203" w14:textId="77777777" w:rsidR="00EB63A0" w:rsidRDefault="00EB63A0" w:rsidP="00EB63A0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63AB" w14:textId="088D9B17" w:rsidR="00EB63A0" w:rsidRDefault="00276394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-1646959923"/>
                <w:placeholder>
                  <w:docPart w:val="75D89227464F46A2B5D850744568C931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2.00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6426" w14:textId="63009142" w:rsidR="00EB63A0" w:rsidRDefault="00276394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83964745"/>
                <w:placeholder>
                  <w:docPart w:val="C9F247D53B0B418B98A0102DDA8CEE86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8.00</w:t>
            </w:r>
          </w:p>
        </w:tc>
      </w:tr>
      <w:tr w:rsidR="00EB63A0" w14:paraId="30D195DC" w14:textId="77777777" w:rsidTr="0070026E">
        <w:trPr>
          <w:trHeight w:hRule="exact" w:val="490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20B9" w14:textId="361A38EE" w:rsidR="00EB63A0" w:rsidRDefault="00276394" w:rsidP="00EB63A0">
            <w:pPr>
              <w:pStyle w:val="Normalright"/>
            </w:pPr>
            <w:sdt>
              <w:sdtPr>
                <w:alias w:val="Enter product:"/>
                <w:tag w:val="Enter product:"/>
                <w:id w:val="-1806759184"/>
                <w:placeholder>
                  <w:docPart w:val="92B8E6F92E2B4822AA0D4025D7CCE510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t>Product</w:t>
                </w:r>
              </w:sdtContent>
            </w:sdt>
            <w:r w:rsidR="005A49AA">
              <w:t>3</w:t>
            </w:r>
          </w:p>
        </w:tc>
        <w:sdt>
          <w:sdtPr>
            <w:alias w:val="Enter product description:"/>
            <w:tag w:val="Enter product description:"/>
            <w:id w:val="1688170736"/>
            <w:placeholder>
              <w:docPart w:val="CC4FA39C159D4271A68ABA10948AF679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AA0DBB" w14:textId="77777777" w:rsidR="00EB63A0" w:rsidRDefault="00EB63A0" w:rsidP="00EB63A0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A570" w14:textId="4D847CCA" w:rsidR="00EB63A0" w:rsidRDefault="00276394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2142686059"/>
                <w:placeholder>
                  <w:docPart w:val="96DA9A07622E47FDB22C6418FE36E493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14.50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7FBF" w14:textId="1D1C8BB3" w:rsidR="00EB63A0" w:rsidRDefault="00276394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1560663672"/>
                <w:placeholder>
                  <w:docPart w:val="E1581401A02D4E4C96B7D6A7C7974E18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29.00</w:t>
            </w:r>
          </w:p>
        </w:tc>
      </w:tr>
      <w:tr w:rsidR="00EB63A0" w14:paraId="5D9ED799" w14:textId="77777777" w:rsidTr="0070026E">
        <w:trPr>
          <w:trHeight w:hRule="exact" w:val="490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D9BB" w14:textId="2706C693" w:rsidR="00EB63A0" w:rsidRDefault="00276394" w:rsidP="00EB63A0">
            <w:pPr>
              <w:pStyle w:val="Normalright"/>
            </w:pPr>
            <w:sdt>
              <w:sdtPr>
                <w:alias w:val="Enter product:"/>
                <w:tag w:val="Enter product:"/>
                <w:id w:val="-1517991938"/>
                <w:placeholder>
                  <w:docPart w:val="81077A0E8FA04B3FAB6A3F86A6C35285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t>Product</w:t>
                </w:r>
              </w:sdtContent>
            </w:sdt>
            <w:r w:rsidR="005A49AA">
              <w:t>4</w:t>
            </w:r>
          </w:p>
        </w:tc>
        <w:sdt>
          <w:sdtPr>
            <w:alias w:val="Enter product description:"/>
            <w:tag w:val="Enter product description:"/>
            <w:id w:val="-1425107756"/>
            <w:placeholder>
              <w:docPart w:val="7DA8209C89164CA99739D30AEF0676F7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A3DFB4" w14:textId="77777777" w:rsidR="00EB63A0" w:rsidRDefault="00EB63A0" w:rsidP="00EB63A0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F77F" w14:textId="7959788E" w:rsidR="00EB63A0" w:rsidRDefault="00276394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1075161892"/>
                <w:placeholder>
                  <w:docPart w:val="6B034F4B30B34DEB9ACB80D8BDC9387E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1.00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ADC3" w14:textId="0C25814C" w:rsidR="00EB63A0" w:rsidRDefault="00276394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153343658"/>
                <w:placeholder>
                  <w:docPart w:val="49319D4EA9CA4E93943EB7027CEC8D7D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1.00</w:t>
            </w:r>
          </w:p>
        </w:tc>
      </w:tr>
      <w:tr w:rsidR="005A49AA" w14:paraId="76B84D51" w14:textId="77777777" w:rsidTr="0070026E">
        <w:trPr>
          <w:trHeight w:hRule="exact" w:val="490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BF6E" w14:textId="0F84415E" w:rsidR="005A49AA" w:rsidRDefault="00276394" w:rsidP="005A49AA">
            <w:pPr>
              <w:pStyle w:val="Normalright"/>
            </w:pPr>
            <w:sdt>
              <w:sdtPr>
                <w:alias w:val="Enter product:"/>
                <w:tag w:val="Enter product:"/>
                <w:id w:val="-853803927"/>
                <w:placeholder>
                  <w:docPart w:val="AA64230A911D476498566F634248CBFA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t>Product</w:t>
                </w:r>
              </w:sdtContent>
            </w:sdt>
            <w:r w:rsidR="005A49AA">
              <w:t>5</w:t>
            </w:r>
          </w:p>
        </w:tc>
        <w:sdt>
          <w:sdtPr>
            <w:alias w:val="Enter product description:"/>
            <w:tag w:val="Enter product description:"/>
            <w:id w:val="-1023551220"/>
            <w:placeholder>
              <w:docPart w:val="57A448D785FE49EA95872FBFFEE4D7FE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06A638" w14:textId="047DDF64" w:rsidR="005A49AA" w:rsidRDefault="005A49AA" w:rsidP="005A49AA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8238" w14:textId="736CC2B2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1002784441"/>
                <w:placeholder>
                  <w:docPart w:val="11D0A82FBF734913A04AE03ADD998C09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1.00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69F2" w14:textId="2EAD2B06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-547228744"/>
                <w:placeholder>
                  <w:docPart w:val="0C118778008D426EB034600E2CB4BBB4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2.00</w:t>
            </w:r>
          </w:p>
        </w:tc>
      </w:tr>
      <w:tr w:rsidR="005A49AA" w14:paraId="0784A83E" w14:textId="77777777" w:rsidTr="0070026E">
        <w:trPr>
          <w:trHeight w:hRule="exact" w:val="490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A7C4" w14:textId="42611914" w:rsidR="005A49AA" w:rsidRDefault="00276394" w:rsidP="005A49AA">
            <w:pPr>
              <w:pStyle w:val="Normalright"/>
            </w:pPr>
            <w:sdt>
              <w:sdtPr>
                <w:alias w:val="Enter product:"/>
                <w:tag w:val="Enter product:"/>
                <w:id w:val="2063518676"/>
                <w:placeholder>
                  <w:docPart w:val="9975A395390841458094BF28E7BCAC4F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t>Product</w:t>
                </w:r>
              </w:sdtContent>
            </w:sdt>
            <w:r w:rsidR="005A49AA">
              <w:t>6</w:t>
            </w:r>
          </w:p>
        </w:tc>
        <w:sdt>
          <w:sdtPr>
            <w:alias w:val="Enter product description:"/>
            <w:tag w:val="Enter product description:"/>
            <w:id w:val="-23095761"/>
            <w:placeholder>
              <w:docPart w:val="44BADC2810524A0FB10846C32F3DEEE9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64EA1D" w14:textId="1426DFCC" w:rsidR="005A49AA" w:rsidRDefault="005A49AA" w:rsidP="005A49AA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2131" w14:textId="176AD984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1851297861"/>
                <w:placeholder>
                  <w:docPart w:val="DC5E82F4494D4DF99C48706B40F7D445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2.00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39A8" w14:textId="45A19B40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-1694681270"/>
                <w:placeholder>
                  <w:docPart w:val="42B35AA739544991BFA9C96D31FD33E6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2.00</w:t>
            </w:r>
          </w:p>
        </w:tc>
      </w:tr>
      <w:tr w:rsidR="005A49AA" w14:paraId="175C3402" w14:textId="77777777" w:rsidTr="0070026E">
        <w:trPr>
          <w:trHeight w:hRule="exact" w:val="490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2CF8" w14:textId="3DA38007" w:rsidR="005A49AA" w:rsidRDefault="00276394" w:rsidP="005A49AA">
            <w:pPr>
              <w:pStyle w:val="Normalright"/>
            </w:pPr>
            <w:sdt>
              <w:sdtPr>
                <w:alias w:val="Enter product:"/>
                <w:tag w:val="Enter product:"/>
                <w:id w:val="-426113236"/>
                <w:placeholder>
                  <w:docPart w:val="35553DDD77694D23BFCA9C91B6BAAAB1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t>Product</w:t>
                </w:r>
              </w:sdtContent>
            </w:sdt>
            <w:r w:rsidR="005A49AA">
              <w:t>7</w:t>
            </w:r>
          </w:p>
        </w:tc>
        <w:sdt>
          <w:sdtPr>
            <w:alias w:val="Enter product description:"/>
            <w:tag w:val="Enter product description:"/>
            <w:id w:val="1709455356"/>
            <w:placeholder>
              <w:docPart w:val="7FD1C62F96134876AD4B11692F0266FF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0CE88F" w14:textId="0772C203" w:rsidR="005A49AA" w:rsidRDefault="005A49AA" w:rsidP="005A49AA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6DD9" w14:textId="7AE32EAE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98845176"/>
                <w:placeholder>
                  <w:docPart w:val="7D8D0405575B457B90B2385B0162EC77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14.50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E4A5" w14:textId="0C3F7433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-1690750262"/>
                <w:placeholder>
                  <w:docPart w:val="E302A78AC8C7428C86764A0094358DDB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14.50</w:t>
            </w:r>
          </w:p>
        </w:tc>
      </w:tr>
      <w:tr w:rsidR="005A49AA" w14:paraId="7D2AD4D2" w14:textId="77777777" w:rsidTr="0070026E">
        <w:trPr>
          <w:trHeight w:hRule="exact" w:val="490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50D0" w14:textId="16C49676" w:rsidR="005A49AA" w:rsidRDefault="00276394" w:rsidP="005A49AA">
            <w:pPr>
              <w:pStyle w:val="Normalright"/>
            </w:pPr>
            <w:sdt>
              <w:sdtPr>
                <w:alias w:val="Enter product:"/>
                <w:tag w:val="Enter product:"/>
                <w:id w:val="1512877681"/>
                <w:placeholder>
                  <w:docPart w:val="23C5A1B5D4B748FE9801436F506931AC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t>Product</w:t>
                </w:r>
              </w:sdtContent>
            </w:sdt>
            <w:r w:rsidR="005A49AA">
              <w:t>8</w:t>
            </w:r>
          </w:p>
        </w:tc>
        <w:sdt>
          <w:sdtPr>
            <w:alias w:val="Enter product description:"/>
            <w:tag w:val="Enter product description:"/>
            <w:id w:val="-1892184750"/>
            <w:placeholder>
              <w:docPart w:val="868A8959682C4640AE01187589D75AC9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11000D" w14:textId="63759D5D" w:rsidR="005A49AA" w:rsidRDefault="005A49AA" w:rsidP="005A49AA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A6F3" w14:textId="7872C9FB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437495543"/>
                <w:placeholder>
                  <w:docPart w:val="7A13F38F807041048DB584F2954CF887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1.00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82E8" w14:textId="7F8E9718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-318658637"/>
                <w:placeholder>
                  <w:docPart w:val="0182A4E1E14640CBBE36A4CD4423978A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4.00</w:t>
            </w:r>
          </w:p>
        </w:tc>
      </w:tr>
      <w:tr w:rsidR="005A49AA" w14:paraId="6B5E38E5" w14:textId="77777777" w:rsidTr="0070026E">
        <w:trPr>
          <w:trHeight w:hRule="exact" w:val="490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581D" w14:textId="67DDDE13" w:rsidR="005A49AA" w:rsidRDefault="00276394" w:rsidP="005A49AA">
            <w:pPr>
              <w:pStyle w:val="Normalright"/>
            </w:pPr>
            <w:sdt>
              <w:sdtPr>
                <w:alias w:val="Enter product:"/>
                <w:tag w:val="Enter product:"/>
                <w:id w:val="-60638966"/>
                <w:placeholder>
                  <w:docPart w:val="65CC1B8B9B9741458FF11D7F4C573DD6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t>Product</w:t>
                </w:r>
              </w:sdtContent>
            </w:sdt>
            <w:r w:rsidR="005A49AA">
              <w:t>9</w:t>
            </w:r>
          </w:p>
        </w:tc>
        <w:sdt>
          <w:sdtPr>
            <w:alias w:val="Enter product description:"/>
            <w:tag w:val="Enter product description:"/>
            <w:id w:val="194744534"/>
            <w:placeholder>
              <w:docPart w:val="AC124766C088413781000430F05C4F49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B34B6C" w14:textId="2F12F734" w:rsidR="005A49AA" w:rsidRDefault="005A49AA" w:rsidP="005A49AA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1D84" w14:textId="6677B717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-236478282"/>
                <w:placeholder>
                  <w:docPart w:val="FF5DDE6915F545309B407D12F8419973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1.00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1C08" w14:textId="5AB17B5B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1499620290"/>
                <w:placeholder>
                  <w:docPart w:val="3709DAF9C9644DE7802BAA2E1F842F38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1.00</w:t>
            </w:r>
          </w:p>
        </w:tc>
      </w:tr>
      <w:tr w:rsidR="005A49AA" w14:paraId="5AFE0AE3" w14:textId="77777777" w:rsidTr="0070026E">
        <w:trPr>
          <w:trHeight w:hRule="exact" w:val="490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47A5" w14:textId="6C90F63E" w:rsidR="005A49AA" w:rsidRDefault="00276394" w:rsidP="005A49AA">
            <w:pPr>
              <w:pStyle w:val="Normalright"/>
            </w:pPr>
            <w:sdt>
              <w:sdtPr>
                <w:alias w:val="Enter product:"/>
                <w:tag w:val="Enter product:"/>
                <w:id w:val="-1952010599"/>
                <w:placeholder>
                  <w:docPart w:val="C504017B899C4BF783699E0D96F782E0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t>Product</w:t>
                </w:r>
              </w:sdtContent>
            </w:sdt>
            <w:r w:rsidR="005A49AA">
              <w:t>10</w:t>
            </w:r>
          </w:p>
        </w:tc>
        <w:sdt>
          <w:sdtPr>
            <w:alias w:val="Enter product description:"/>
            <w:tag w:val="Enter product description:"/>
            <w:id w:val="1983422138"/>
            <w:placeholder>
              <w:docPart w:val="32EB6BB5503F498BB2326F94A07222A5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864335" w14:textId="6E84BCF1" w:rsidR="005A49AA" w:rsidRDefault="005A49AA" w:rsidP="005A49AA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1FEB" w14:textId="43C6B948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-2027548956"/>
                <w:placeholder>
                  <w:docPart w:val="02452B4CE9CF46098D4EE7AA68C97B11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2.00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825" w14:textId="52F86AD3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1498070015"/>
                <w:placeholder>
                  <w:docPart w:val="ADF667C761D743D0B2612CD27C65EDDE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6.00</w:t>
            </w:r>
          </w:p>
        </w:tc>
      </w:tr>
      <w:tr w:rsidR="005A49AA" w14:paraId="546C17A3" w14:textId="77777777" w:rsidTr="0070026E">
        <w:trPr>
          <w:trHeight w:hRule="exact" w:val="490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F188" w14:textId="5C3D7243" w:rsidR="005A49AA" w:rsidRDefault="00276394" w:rsidP="005A49AA">
            <w:pPr>
              <w:pStyle w:val="Normalright"/>
            </w:pPr>
            <w:sdt>
              <w:sdtPr>
                <w:alias w:val="Enter product:"/>
                <w:tag w:val="Enter product:"/>
                <w:id w:val="754558308"/>
                <w:placeholder>
                  <w:docPart w:val="804A675AEEB2451CAD6764F1E06C741E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t>Product</w:t>
                </w:r>
              </w:sdtContent>
            </w:sdt>
            <w:r w:rsidR="005A49AA">
              <w:t>11</w:t>
            </w:r>
          </w:p>
        </w:tc>
        <w:sdt>
          <w:sdtPr>
            <w:alias w:val="Enter product description:"/>
            <w:tag w:val="Enter product description:"/>
            <w:id w:val="1600368339"/>
            <w:placeholder>
              <w:docPart w:val="AD8BF900CC104C2192BA057297CE293E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44F43A" w14:textId="6D7E2DB9" w:rsidR="005A49AA" w:rsidRDefault="005A49AA" w:rsidP="005A49AA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3ECC" w14:textId="01E76669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1419445357"/>
                <w:placeholder>
                  <w:docPart w:val="D396F37250CC4B1EADDE26E733B69DB6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14.50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D6E6" w14:textId="344234D1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1801496276"/>
                <w:placeholder>
                  <w:docPart w:val="32D3A7CC8DC24882AA8DDBD2FAD5EAD1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14.50</w:t>
            </w:r>
          </w:p>
        </w:tc>
      </w:tr>
      <w:tr w:rsidR="005A49AA" w14:paraId="35CA5902" w14:textId="77777777" w:rsidTr="0070026E">
        <w:trPr>
          <w:trHeight w:hRule="exact" w:val="490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2B08" w14:textId="3C66D007" w:rsidR="005A49AA" w:rsidRDefault="00276394" w:rsidP="005A49AA">
            <w:pPr>
              <w:pStyle w:val="Normalright"/>
            </w:pPr>
            <w:sdt>
              <w:sdtPr>
                <w:alias w:val="Enter product:"/>
                <w:tag w:val="Enter product:"/>
                <w:id w:val="-306402891"/>
                <w:placeholder>
                  <w:docPart w:val="7B3E27603C1249769C454A0E6828F5D3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t>Product</w:t>
                </w:r>
              </w:sdtContent>
            </w:sdt>
            <w:r w:rsidR="005A49AA">
              <w:t>12</w:t>
            </w:r>
          </w:p>
        </w:tc>
        <w:sdt>
          <w:sdtPr>
            <w:alias w:val="Enter product description:"/>
            <w:tag w:val="Enter product description:"/>
            <w:id w:val="-695921521"/>
            <w:placeholder>
              <w:docPart w:val="B5B6179C146849A0B541CE5F26203E60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9CA9B9" w14:textId="1CC0CC13" w:rsidR="005A49AA" w:rsidRDefault="005A49AA" w:rsidP="005A49AA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F38C" w14:textId="54DD3E5A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-337160230"/>
                <w:placeholder>
                  <w:docPart w:val="0088AEA189A64BEF8992CCFB5221095E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1.00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3DCA" w14:textId="41C45942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-934977277"/>
                <w:placeholder>
                  <w:docPart w:val="DB9ED9E0F6B94ED3A8A8544E79E51506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2.00</w:t>
            </w:r>
          </w:p>
        </w:tc>
      </w:tr>
      <w:tr w:rsidR="005A49AA" w14:paraId="3ACB27D7" w14:textId="77777777" w:rsidTr="0070026E">
        <w:trPr>
          <w:trHeight w:hRule="exact" w:val="490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A798" w14:textId="4F476320" w:rsidR="005A49AA" w:rsidRDefault="00276394" w:rsidP="005A49AA">
            <w:pPr>
              <w:pStyle w:val="Normalright"/>
            </w:pPr>
            <w:sdt>
              <w:sdtPr>
                <w:alias w:val="Enter product:"/>
                <w:tag w:val="Enter product:"/>
                <w:id w:val="-1079057365"/>
                <w:placeholder>
                  <w:docPart w:val="14A2768B3E4C48619C06FC419DD3219B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t>Product</w:t>
                </w:r>
              </w:sdtContent>
            </w:sdt>
            <w:r w:rsidR="005A49AA">
              <w:t>13</w:t>
            </w:r>
          </w:p>
        </w:tc>
        <w:sdt>
          <w:sdtPr>
            <w:alias w:val="Enter product description:"/>
            <w:tag w:val="Enter product description:"/>
            <w:id w:val="-1386864186"/>
            <w:placeholder>
              <w:docPart w:val="8FECEF6817394493A676211D23C0B181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D25AD2" w14:textId="0CDAC525" w:rsidR="005A49AA" w:rsidRDefault="005A49AA" w:rsidP="005A49AA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F3A6" w14:textId="5FEA4373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-1776627857"/>
                <w:placeholder>
                  <w:docPart w:val="4854735259D44C9CAE78D4C74638829A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2.00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D41C" w14:textId="262F9D30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1263717248"/>
                <w:placeholder>
                  <w:docPart w:val="B6E4EA86E5D043BEA246477AA20D6C8C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4.00</w:t>
            </w:r>
          </w:p>
        </w:tc>
      </w:tr>
      <w:tr w:rsidR="005A49AA" w14:paraId="6F83BA62" w14:textId="77777777" w:rsidTr="0070026E">
        <w:trPr>
          <w:trHeight w:hRule="exact" w:val="490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A5F6" w14:textId="12389768" w:rsidR="005A49AA" w:rsidRDefault="00276394" w:rsidP="005A49AA">
            <w:pPr>
              <w:pStyle w:val="Normalright"/>
            </w:pPr>
            <w:sdt>
              <w:sdtPr>
                <w:alias w:val="Enter product:"/>
                <w:tag w:val="Enter product:"/>
                <w:id w:val="1603599517"/>
                <w:placeholder>
                  <w:docPart w:val="AEC7F10F1E4442908E37B5BF0EF7C51B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t>Product</w:t>
                </w:r>
              </w:sdtContent>
            </w:sdt>
            <w:r w:rsidR="005A49AA">
              <w:t>14</w:t>
            </w:r>
          </w:p>
        </w:tc>
        <w:sdt>
          <w:sdtPr>
            <w:alias w:val="Enter product description:"/>
            <w:tag w:val="Enter product description:"/>
            <w:id w:val="2073776838"/>
            <w:placeholder>
              <w:docPart w:val="213FA58647D44823934674A8554DD6D6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03A176" w14:textId="6C9E8FED" w:rsidR="005A49AA" w:rsidRDefault="005A49AA" w:rsidP="005A49AA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1691" w14:textId="2D921EDC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755566922"/>
                <w:placeholder>
                  <w:docPart w:val="1F94DE4BE163403CB534EC331D28C0E6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14.50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8554" w14:textId="7F9BB5A5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1067691273"/>
                <w:placeholder>
                  <w:docPart w:val="14CB7C6918C247968DD07C0E0486261E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29.00</w:t>
            </w:r>
          </w:p>
        </w:tc>
      </w:tr>
      <w:tr w:rsidR="005A49AA" w14:paraId="05AFF34F" w14:textId="77777777" w:rsidTr="0070026E">
        <w:trPr>
          <w:trHeight w:hRule="exact" w:val="490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AE21" w14:textId="6B279964" w:rsidR="005A49AA" w:rsidRDefault="00276394" w:rsidP="005A49AA">
            <w:pPr>
              <w:pStyle w:val="Normalright"/>
            </w:pPr>
            <w:sdt>
              <w:sdtPr>
                <w:alias w:val="Enter product:"/>
                <w:tag w:val="Enter product:"/>
                <w:id w:val="-91860555"/>
                <w:placeholder>
                  <w:docPart w:val="971C8078972A4173B986D7504904CE86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t>Product</w:t>
                </w:r>
              </w:sdtContent>
            </w:sdt>
            <w:r w:rsidR="005A49AA">
              <w:t>15</w:t>
            </w:r>
          </w:p>
        </w:tc>
        <w:sdt>
          <w:sdtPr>
            <w:alias w:val="Enter product description:"/>
            <w:tag w:val="Enter product description:"/>
            <w:id w:val="-468436940"/>
            <w:placeholder>
              <w:docPart w:val="872B79F4A4D341F3A7E12AFC2080AD14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CBFB62" w14:textId="0896760D" w:rsidR="005A49AA" w:rsidRDefault="005A49AA" w:rsidP="005A49AA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BED0" w14:textId="66BB9FB0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-1343225811"/>
                <w:placeholder>
                  <w:docPart w:val="A4F4E3840591419CBA49B52C059C10E7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1.00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EDBC" w14:textId="401F7104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1816368790"/>
                <w:placeholder>
                  <w:docPart w:val="883DCB1443144EC8A2F16D6F02AEF7A4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1.00</w:t>
            </w:r>
          </w:p>
        </w:tc>
      </w:tr>
      <w:tr w:rsidR="005A49AA" w14:paraId="1F6F897D" w14:textId="77777777" w:rsidTr="0070026E">
        <w:trPr>
          <w:trHeight w:hRule="exact" w:val="490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6262" w14:textId="49790908" w:rsidR="005A49AA" w:rsidRDefault="00276394" w:rsidP="005A49AA">
            <w:pPr>
              <w:pStyle w:val="Normalright"/>
            </w:pPr>
            <w:sdt>
              <w:sdtPr>
                <w:alias w:val="Enter product:"/>
                <w:tag w:val="Enter product:"/>
                <w:id w:val="-1586212152"/>
                <w:placeholder>
                  <w:docPart w:val="ABD309F8189D434E8596B114BC841205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t>Product</w:t>
                </w:r>
              </w:sdtContent>
            </w:sdt>
            <w:r w:rsidR="005A49AA">
              <w:t>16</w:t>
            </w:r>
          </w:p>
        </w:tc>
        <w:sdt>
          <w:sdtPr>
            <w:alias w:val="Enter product description:"/>
            <w:tag w:val="Enter product description:"/>
            <w:id w:val="373051731"/>
            <w:placeholder>
              <w:docPart w:val="4704707934CF4C8B84C71499828DA8DB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F5FBE0" w14:textId="22292F69" w:rsidR="005A49AA" w:rsidRDefault="005A49AA" w:rsidP="005A49AA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BC02" w14:textId="62B828A4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107021853"/>
                <w:placeholder>
                  <w:docPart w:val="BE510115E3B44BD6827BBB7CD1F376D8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1.00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677B" w14:textId="0E3FD4EE" w:rsidR="005A49AA" w:rsidRDefault="00276394" w:rsidP="005A49AA">
            <w:pPr>
              <w:pStyle w:val="Normalright"/>
              <w:rPr>
                <w:lang w:eastAsia="ja-JP"/>
              </w:rPr>
            </w:pPr>
            <w:sdt>
              <w:sdtPr>
                <w:rPr>
                  <w:lang w:eastAsia="ja-JP"/>
                </w:rPr>
                <w:alias w:val="$:"/>
                <w:tag w:val="$:"/>
                <w:id w:val="-1190054677"/>
                <w:placeholder>
                  <w:docPart w:val="E45365F7BAEC4C1A8360061CF741CD67"/>
                </w:placeholder>
                <w:temporary/>
                <w:showingPlcHdr/>
                <w15:appearance w15:val="hidden"/>
              </w:sdtPr>
              <w:sdtEndPr/>
              <w:sdtContent>
                <w:r w:rsidR="005A49AA">
                  <w:rPr>
                    <w:lang w:eastAsia="ja-JP"/>
                  </w:rPr>
                  <w:t>$</w:t>
                </w:r>
              </w:sdtContent>
            </w:sdt>
            <w:r w:rsidR="005A49AA">
              <w:rPr>
                <w:lang w:eastAsia="ja-JP"/>
              </w:rPr>
              <w:t>1.00</w:t>
            </w:r>
          </w:p>
        </w:tc>
      </w:tr>
      <w:tr w:rsidR="005A49AA" w14:paraId="3AD423CF" w14:textId="77777777" w:rsidTr="0070026E">
        <w:trPr>
          <w:trHeight w:hRule="exact" w:val="490"/>
        </w:trPr>
        <w:tc>
          <w:tcPr>
            <w:tcW w:w="2413" w:type="dxa"/>
            <w:tcBorders>
              <w:top w:val="single" w:sz="4" w:space="0" w:color="auto"/>
            </w:tcBorders>
          </w:tcPr>
          <w:p w14:paraId="1E34B965" w14:textId="77777777" w:rsidR="005A49AA" w:rsidRDefault="005A49AA" w:rsidP="005A49AA">
            <w:pPr>
              <w:pStyle w:val="Normalright"/>
            </w:pPr>
          </w:p>
        </w:tc>
        <w:tc>
          <w:tcPr>
            <w:tcW w:w="3619" w:type="dxa"/>
            <w:tcBorders>
              <w:top w:val="single" w:sz="4" w:space="0" w:color="auto"/>
            </w:tcBorders>
          </w:tcPr>
          <w:p w14:paraId="67B91FFF" w14:textId="77777777" w:rsidR="005A49AA" w:rsidRDefault="005A49AA" w:rsidP="005A49AA">
            <w:pPr>
              <w:pStyle w:val="Normalright"/>
            </w:pPr>
          </w:p>
        </w:tc>
        <w:tc>
          <w:tcPr>
            <w:tcW w:w="2306" w:type="dxa"/>
            <w:tcBorders>
              <w:top w:val="single" w:sz="4" w:space="0" w:color="auto"/>
            </w:tcBorders>
          </w:tcPr>
          <w:p w14:paraId="440D5E57" w14:textId="77777777" w:rsidR="005A49AA" w:rsidRDefault="005A49AA" w:rsidP="005A49AA">
            <w:pPr>
              <w:pStyle w:val="Normalright"/>
              <w:rPr>
                <w:lang w:eastAsia="ja-JP"/>
              </w:rPr>
            </w:pPr>
          </w:p>
        </w:tc>
        <w:tc>
          <w:tcPr>
            <w:tcW w:w="2197" w:type="dxa"/>
            <w:tcBorders>
              <w:top w:val="single" w:sz="4" w:space="0" w:color="auto"/>
            </w:tcBorders>
          </w:tcPr>
          <w:p w14:paraId="4FE90E3D" w14:textId="77777777" w:rsidR="005A49AA" w:rsidRDefault="005A49AA" w:rsidP="005A49AA">
            <w:pPr>
              <w:pStyle w:val="Normalright"/>
              <w:rPr>
                <w:lang w:eastAsia="ja-JP"/>
              </w:rPr>
            </w:pPr>
          </w:p>
        </w:tc>
      </w:tr>
    </w:tbl>
    <w:tbl>
      <w:tblPr>
        <w:tblStyle w:val="TotalTable"/>
        <w:tblW w:w="5012" w:type="pct"/>
        <w:tblCellMar>
          <w:left w:w="0" w:type="dxa"/>
          <w:right w:w="115" w:type="dxa"/>
        </w:tblCellMar>
        <w:tblLook w:val="03A0" w:firstRow="1" w:lastRow="0" w:firstColumn="1" w:lastColumn="1" w:noHBand="1" w:noVBand="0"/>
        <w:tblDescription w:val="Enter Quantity, Description, Unit Price, Discount, and Line Total in table columns, and Subtotal, Sales Tax, and Total at the end"/>
      </w:tblPr>
      <w:tblGrid>
        <w:gridCol w:w="8298"/>
        <w:gridCol w:w="2234"/>
      </w:tblGrid>
      <w:tr w:rsidR="00A340F2" w14:paraId="46EDCFA8" w14:textId="77777777" w:rsidTr="000E7C40">
        <w:trPr>
          <w:trHeight w:hRule="exact" w:val="28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8" w:type="dxa"/>
            <w:shd w:val="clear" w:color="auto" w:fill="auto"/>
            <w:hideMark/>
          </w:tcPr>
          <w:p w14:paraId="31C1E68B" w14:textId="77777777" w:rsidR="00A340F2" w:rsidRDefault="00276394" w:rsidP="002F5404">
            <w:pPr>
              <w:rPr>
                <w:sz w:val="24"/>
              </w:rPr>
            </w:pPr>
            <w:sdt>
              <w:sdtPr>
                <w:rPr>
                  <w:sz w:val="24"/>
                </w:rPr>
                <w:alias w:val="Subtotal:"/>
                <w:tag w:val="Subtotal:"/>
                <w:id w:val="-2109183924"/>
                <w:placeholder>
                  <w:docPart w:val="8B92D562B3A34F14A350B037A7963598"/>
                </w:placeholder>
                <w:temporary/>
                <w:showingPlcHdr/>
                <w15:appearance w15:val="hidden"/>
              </w:sdtPr>
              <w:sdtEndPr/>
              <w:sdtContent>
                <w:r w:rsidR="00CF2287">
                  <w:rPr>
                    <w:sz w:val="24"/>
                  </w:rPr>
                  <w:t>Subtotal</w:t>
                </w:r>
              </w:sdtContent>
            </w:sdt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4" w:type="dxa"/>
            <w:shd w:val="clear" w:color="auto" w:fill="auto"/>
          </w:tcPr>
          <w:p w14:paraId="76B633CA" w14:textId="7E7A450D" w:rsidR="00A340F2" w:rsidRDefault="00D0679F" w:rsidP="002F5404">
            <w:pPr>
              <w:jc w:val="right"/>
            </w:pPr>
            <w:r>
              <w:t>$124.00</w:t>
            </w:r>
          </w:p>
        </w:tc>
      </w:tr>
      <w:tr w:rsidR="00A340F2" w14:paraId="2F8242D8" w14:textId="77777777" w:rsidTr="00EB63A0">
        <w:trPr>
          <w:trHeight w:hRule="exact" w:val="288"/>
        </w:trPr>
        <w:sdt>
          <w:sdtPr>
            <w:rPr>
              <w:sz w:val="24"/>
            </w:rPr>
            <w:alias w:val="Sales Tax:"/>
            <w:tag w:val="Sales Tax:"/>
            <w:id w:val="1543863646"/>
            <w:placeholder>
              <w:docPart w:val="81E310E8A49B47D3AE572EF242AF9BD0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298" w:type="dxa"/>
                <w:shd w:val="clear" w:color="auto" w:fill="auto"/>
                <w:hideMark/>
              </w:tcPr>
              <w:p w14:paraId="2C4442DD" w14:textId="77777777" w:rsidR="00A340F2" w:rsidRDefault="00CF2287" w:rsidP="002F5404">
                <w:pPr>
                  <w:rPr>
                    <w:sz w:val="24"/>
                  </w:rPr>
                </w:pPr>
                <w:r>
                  <w:rPr>
                    <w:sz w:val="24"/>
                  </w:rPr>
                  <w:t>Sales Tax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4" w:type="dxa"/>
            <w:shd w:val="clear" w:color="auto" w:fill="auto"/>
          </w:tcPr>
          <w:p w14:paraId="51C5E22A" w14:textId="42136172" w:rsidR="00A340F2" w:rsidRDefault="00D0679F" w:rsidP="002F5404">
            <w:pPr>
              <w:jc w:val="right"/>
            </w:pPr>
            <w:r>
              <w:t>$12.40</w:t>
            </w:r>
          </w:p>
        </w:tc>
      </w:tr>
      <w:tr w:rsidR="00A340F2" w14:paraId="5786A93A" w14:textId="77777777" w:rsidTr="00EB63A0">
        <w:trPr>
          <w:trHeight w:hRule="exact" w:val="288"/>
        </w:trPr>
        <w:sdt>
          <w:sdtPr>
            <w:rPr>
              <w:sz w:val="24"/>
            </w:rPr>
            <w:alias w:val="Total:"/>
            <w:tag w:val="Total:"/>
            <w:id w:val="-1550988335"/>
            <w:placeholder>
              <w:docPart w:val="973F8E6CAA644A24BE5CAAD52FB1CB30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8298" w:type="dxa"/>
                <w:shd w:val="clear" w:color="auto" w:fill="auto"/>
                <w:hideMark/>
              </w:tcPr>
              <w:p w14:paraId="334B2D4A" w14:textId="77777777" w:rsidR="00A340F2" w:rsidRDefault="00CF2287" w:rsidP="002F5404">
                <w:pPr>
                  <w:rPr>
                    <w:sz w:val="24"/>
                  </w:rPr>
                </w:pPr>
                <w:r>
                  <w:rPr>
                    <w:sz w:val="24"/>
                  </w:rPr>
                  <w:t>Total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34" w:type="dxa"/>
            <w:shd w:val="clear" w:color="auto" w:fill="auto"/>
          </w:tcPr>
          <w:p w14:paraId="66153B09" w14:textId="5B26E9FC" w:rsidR="00A340F2" w:rsidRDefault="00D0679F" w:rsidP="002F5404">
            <w:pPr>
              <w:jc w:val="right"/>
            </w:pPr>
            <w:r>
              <w:t>$136.40</w:t>
            </w:r>
          </w:p>
        </w:tc>
      </w:tr>
    </w:tbl>
    <w:p w14:paraId="6416F18E" w14:textId="77777777" w:rsidR="007201A7" w:rsidRPr="00A340F2" w:rsidRDefault="007201A7" w:rsidP="00A36725"/>
    <w:sectPr w:rsidR="007201A7" w:rsidRPr="00A340F2" w:rsidSect="002B06E9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720" w:right="864" w:bottom="1440" w:left="864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B9C07" w14:textId="77777777" w:rsidR="00276394" w:rsidRDefault="00276394">
      <w:pPr>
        <w:spacing w:line="240" w:lineRule="auto"/>
      </w:pPr>
      <w:r>
        <w:separator/>
      </w:r>
    </w:p>
    <w:p w14:paraId="0C1DA9EA" w14:textId="77777777" w:rsidR="00276394" w:rsidRDefault="00276394"/>
  </w:endnote>
  <w:endnote w:type="continuationSeparator" w:id="0">
    <w:p w14:paraId="119AB77E" w14:textId="77777777" w:rsidR="00276394" w:rsidRDefault="00276394">
      <w:pPr>
        <w:spacing w:line="240" w:lineRule="auto"/>
      </w:pPr>
      <w:r>
        <w:continuationSeparator/>
      </w:r>
    </w:p>
    <w:p w14:paraId="777E072E" w14:textId="77777777" w:rsidR="00276394" w:rsidRDefault="002763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41521" w14:textId="77777777" w:rsidR="007201A7" w:rsidRDefault="007201A7">
    <w:pPr>
      <w:pStyle w:val="Footer"/>
    </w:pPr>
  </w:p>
  <w:p w14:paraId="451B4C15" w14:textId="77777777" w:rsidR="007201A7" w:rsidRDefault="007201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1CF9A" w14:textId="77777777" w:rsidR="00A36725" w:rsidRDefault="00A3672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76EA659" wp14:editId="7AF072A1">
              <wp:simplePos x="0" y="0"/>
              <wp:positionH relativeFrom="page">
                <wp:posOffset>-82550</wp:posOffset>
              </wp:positionH>
              <wp:positionV relativeFrom="page">
                <wp:posOffset>8576945</wp:posOffset>
              </wp:positionV>
              <wp:extent cx="7973568" cy="2715768"/>
              <wp:effectExtent l="0" t="0" r="8890" b="8890"/>
              <wp:wrapNone/>
              <wp:docPr id="8" name="Freeform: Shape 8" descr="Green gradient in 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973568" cy="2715768"/>
                      </a:xfrm>
                      <a:custGeom>
                        <a:avLst/>
                        <a:gdLst>
                          <a:gd name="connsiteX0" fmla="*/ 0 w 7738110"/>
                          <a:gd name="connsiteY0" fmla="*/ 0 h 2906395"/>
                          <a:gd name="connsiteX1" fmla="*/ 7738110 w 7738110"/>
                          <a:gd name="connsiteY1" fmla="*/ 0 h 2906395"/>
                          <a:gd name="connsiteX2" fmla="*/ 7738110 w 7738110"/>
                          <a:gd name="connsiteY2" fmla="*/ 2906395 h 2906395"/>
                          <a:gd name="connsiteX3" fmla="*/ 0 w 7738110"/>
                          <a:gd name="connsiteY3" fmla="*/ 2906395 h 2906395"/>
                          <a:gd name="connsiteX4" fmla="*/ 0 w 7738110"/>
                          <a:gd name="connsiteY4" fmla="*/ 0 h 2906395"/>
                          <a:gd name="connsiteX0" fmla="*/ 0 w 7738110"/>
                          <a:gd name="connsiteY0" fmla="*/ 0 h 2906395"/>
                          <a:gd name="connsiteX1" fmla="*/ 7738110 w 7738110"/>
                          <a:gd name="connsiteY1" fmla="*/ 0 h 2906395"/>
                          <a:gd name="connsiteX2" fmla="*/ 7738110 w 7738110"/>
                          <a:gd name="connsiteY2" fmla="*/ 1896461 h 2906395"/>
                          <a:gd name="connsiteX3" fmla="*/ 0 w 7738110"/>
                          <a:gd name="connsiteY3" fmla="*/ 2906395 h 2906395"/>
                          <a:gd name="connsiteX4" fmla="*/ 0 w 7738110"/>
                          <a:gd name="connsiteY4" fmla="*/ 0 h 290639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7738110" h="2906395">
                            <a:moveTo>
                              <a:pt x="0" y="0"/>
                            </a:moveTo>
                            <a:lnTo>
                              <a:pt x="7738110" y="0"/>
                            </a:lnTo>
                            <a:lnTo>
                              <a:pt x="7738110" y="1896461"/>
                            </a:lnTo>
                            <a:lnTo>
                              <a:pt x="0" y="2906395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chemeClr val="accent3">
                              <a:lumMod val="40000"/>
                              <a:lumOff val="60000"/>
                            </a:schemeClr>
                          </a:gs>
                          <a:gs pos="100000">
                            <a:schemeClr val="accent5">
                              <a:lumMod val="100000"/>
                            </a:schemeClr>
                          </a:gs>
                        </a:gsLst>
                        <a:lin ang="1920000" scaled="0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1CDD34F" w14:textId="77777777" w:rsidR="00A36725" w:rsidRDefault="00A36725" w:rsidP="00A3672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6EA659" id="Freeform: Shape 8" o:spid="_x0000_s1027" alt="Green gradient in rectangle" style="position:absolute;margin-left:-6.5pt;margin-top:675.35pt;width:627.85pt;height:213.85pt;rotation:180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7738110,29063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" adj="-11796480,,5400" path="m,l7738110,r,1896461l,2906395,,xe" fillcolor="#9edfbe [1302]" stroked="f" strokeweight="2pt">
              <v:fill color2="#4eb3cf [3208]" rotate="t" angle="58" focus="100%" type="gradient">
                <o:fill v:ext="view" type="gradientUnscaled"/>
              </v:fill>
              <v:stroke joinstyle="miter"/>
              <v:formulas/>
              <v:path arrowok="t" o:connecttype="custom" o:connectlocs="0,0;7973568,0;7973568,1772074;0,2715768;0,0" o:connectangles="0,0,0,0,0" textboxrect="0,0,7738110,2906395"/>
              <v:textbox>
                <w:txbxContent>
                  <w:p w14:paraId="31CDD34F" w14:textId="77777777" w:rsidR="00A36725" w:rsidRDefault="00A36725" w:rsidP="00A36725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EA807" w14:textId="77777777" w:rsidR="00276394" w:rsidRDefault="00276394">
      <w:pPr>
        <w:spacing w:line="240" w:lineRule="auto"/>
      </w:pPr>
      <w:r>
        <w:separator/>
      </w:r>
    </w:p>
    <w:p w14:paraId="6EE0FDD1" w14:textId="77777777" w:rsidR="00276394" w:rsidRDefault="00276394"/>
  </w:footnote>
  <w:footnote w:type="continuationSeparator" w:id="0">
    <w:p w14:paraId="7638273D" w14:textId="77777777" w:rsidR="00276394" w:rsidRDefault="00276394">
      <w:pPr>
        <w:spacing w:line="240" w:lineRule="auto"/>
      </w:pPr>
      <w:r>
        <w:continuationSeparator/>
      </w:r>
    </w:p>
    <w:p w14:paraId="6346470B" w14:textId="77777777" w:rsidR="00276394" w:rsidRDefault="002763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75F9" w14:textId="77777777" w:rsidR="007201A7" w:rsidRDefault="007201A7"/>
  <w:p w14:paraId="7E5F9C9B" w14:textId="77777777" w:rsidR="007201A7" w:rsidRDefault="007201A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EC11B" w14:textId="77777777" w:rsidR="00A36725" w:rsidRDefault="00A36725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B4FA79B" wp14:editId="79DDA77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735824" cy="4160520"/>
              <wp:effectExtent l="0" t="0" r="0" b="0"/>
              <wp:wrapNone/>
              <wp:docPr id="5" name="Freeform: Shape 5" descr="Green gradient in 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35824" cy="4160520"/>
                      </a:xfrm>
                      <a:custGeom>
                        <a:avLst/>
                        <a:gdLst>
                          <a:gd name="connsiteX0" fmla="*/ 0 w 7738110"/>
                          <a:gd name="connsiteY0" fmla="*/ 0 h 2906395"/>
                          <a:gd name="connsiteX1" fmla="*/ 7738110 w 7738110"/>
                          <a:gd name="connsiteY1" fmla="*/ 0 h 2906395"/>
                          <a:gd name="connsiteX2" fmla="*/ 7738110 w 7738110"/>
                          <a:gd name="connsiteY2" fmla="*/ 2906395 h 2906395"/>
                          <a:gd name="connsiteX3" fmla="*/ 0 w 7738110"/>
                          <a:gd name="connsiteY3" fmla="*/ 2906395 h 2906395"/>
                          <a:gd name="connsiteX4" fmla="*/ 0 w 7738110"/>
                          <a:gd name="connsiteY4" fmla="*/ 0 h 2906395"/>
                          <a:gd name="connsiteX0" fmla="*/ 0 w 7738110"/>
                          <a:gd name="connsiteY0" fmla="*/ 0 h 2906395"/>
                          <a:gd name="connsiteX1" fmla="*/ 7738110 w 7738110"/>
                          <a:gd name="connsiteY1" fmla="*/ 0 h 2906395"/>
                          <a:gd name="connsiteX2" fmla="*/ 7738110 w 7738110"/>
                          <a:gd name="connsiteY2" fmla="*/ 1896461 h 2906395"/>
                          <a:gd name="connsiteX3" fmla="*/ 0 w 7738110"/>
                          <a:gd name="connsiteY3" fmla="*/ 2906395 h 2906395"/>
                          <a:gd name="connsiteX4" fmla="*/ 0 w 7738110"/>
                          <a:gd name="connsiteY4" fmla="*/ 0 h 290639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7738110" h="2906395">
                            <a:moveTo>
                              <a:pt x="0" y="0"/>
                            </a:moveTo>
                            <a:lnTo>
                              <a:pt x="7738110" y="0"/>
                            </a:lnTo>
                            <a:lnTo>
                              <a:pt x="7738110" y="1896461"/>
                            </a:lnTo>
                            <a:lnTo>
                              <a:pt x="0" y="2906395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chemeClr val="accent3">
                              <a:lumMod val="40000"/>
                              <a:lumOff val="60000"/>
                            </a:schemeClr>
                          </a:gs>
                          <a:gs pos="100000">
                            <a:schemeClr val="accent5">
                              <a:lumMod val="100000"/>
                            </a:schemeClr>
                          </a:gs>
                        </a:gsLst>
                        <a:lin ang="1920000" scaled="0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56A8392" w14:textId="77777777" w:rsidR="00A36725" w:rsidRDefault="00A36725" w:rsidP="00A3672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4FA79B" id="Freeform: Shape 5" o:spid="_x0000_s1026" alt="Green gradient in rectangle" style="position:absolute;margin-left:0;margin-top:0;width:609.1pt;height:327.6pt;z-index:-251657216;visibility:visible;mso-wrap-style:square;mso-width-percent:1000;mso-height-percent:0;mso-wrap-distance-left:9pt;mso-wrap-distance-top:0;mso-wrap-distance-right:9pt;mso-wrap-distance-bottom:0;mso-position-horizontal:center;mso-position-horizontal-relative:page;mso-position-vertical:top;mso-position-vertical-relative:page;mso-width-percent:1000;mso-height-percent:0;mso-width-relative:page;mso-height-relative:margin;v-text-anchor:middle" coordsize="7738110,29063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" adj="-11796480,,5400" path="m,l7738110,r,1896461l,2906395,,xe" fillcolor="#9edfbe [1302]" stroked="f" strokeweight="2pt">
              <v:fill color2="#4eb3cf [3208]" rotate="t" angle="58" focus="100%" type="gradient">
                <o:fill v:ext="view" type="gradientUnscaled"/>
              </v:fill>
              <v:stroke joinstyle="miter"/>
              <v:formulas/>
              <v:path arrowok="t" o:connecttype="custom" o:connectlocs="0,0;7735824,0;7735824,2714794;0,4160520;0,0" o:connectangles="0,0,0,0,0" textboxrect="0,0,7738110,2906395"/>
              <v:textbox>
                <w:txbxContent>
                  <w:p w14:paraId="756A8392" w14:textId="77777777" w:rsidR="00A36725" w:rsidRDefault="00A36725" w:rsidP="00A36725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67ED7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5C012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42DD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FA28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91CBE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7A85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00C3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40A58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4BF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F0D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88908753">
    <w:abstractNumId w:val="9"/>
  </w:num>
  <w:num w:numId="2" w16cid:durableId="906916330">
    <w:abstractNumId w:val="7"/>
  </w:num>
  <w:num w:numId="3" w16cid:durableId="508108514">
    <w:abstractNumId w:val="6"/>
  </w:num>
  <w:num w:numId="4" w16cid:durableId="567040141">
    <w:abstractNumId w:val="5"/>
  </w:num>
  <w:num w:numId="5" w16cid:durableId="1209992164">
    <w:abstractNumId w:val="4"/>
  </w:num>
  <w:num w:numId="6" w16cid:durableId="685907978">
    <w:abstractNumId w:val="8"/>
  </w:num>
  <w:num w:numId="7" w16cid:durableId="1446539066">
    <w:abstractNumId w:val="3"/>
  </w:num>
  <w:num w:numId="8" w16cid:durableId="1794402214">
    <w:abstractNumId w:val="2"/>
  </w:num>
  <w:num w:numId="9" w16cid:durableId="762645054">
    <w:abstractNumId w:val="1"/>
  </w:num>
  <w:num w:numId="10" w16cid:durableId="1921018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9AA"/>
    <w:rsid w:val="00004204"/>
    <w:rsid w:val="00064E3E"/>
    <w:rsid w:val="00077551"/>
    <w:rsid w:val="000A6E91"/>
    <w:rsid w:val="000E7C40"/>
    <w:rsid w:val="001817A4"/>
    <w:rsid w:val="001A035C"/>
    <w:rsid w:val="001D1771"/>
    <w:rsid w:val="0020743A"/>
    <w:rsid w:val="002400DD"/>
    <w:rsid w:val="002450DA"/>
    <w:rsid w:val="00263E3B"/>
    <w:rsid w:val="00264280"/>
    <w:rsid w:val="00276394"/>
    <w:rsid w:val="002A107B"/>
    <w:rsid w:val="002B06E9"/>
    <w:rsid w:val="002E7603"/>
    <w:rsid w:val="002F5404"/>
    <w:rsid w:val="00316D06"/>
    <w:rsid w:val="003D23A0"/>
    <w:rsid w:val="004858C9"/>
    <w:rsid w:val="004870D2"/>
    <w:rsid w:val="004A10E9"/>
    <w:rsid w:val="00583B7F"/>
    <w:rsid w:val="005A49AA"/>
    <w:rsid w:val="005E394D"/>
    <w:rsid w:val="00662DFA"/>
    <w:rsid w:val="006B4542"/>
    <w:rsid w:val="006F038A"/>
    <w:rsid w:val="0070026E"/>
    <w:rsid w:val="007201A7"/>
    <w:rsid w:val="007B4FC5"/>
    <w:rsid w:val="007E0DF2"/>
    <w:rsid w:val="007E1D3F"/>
    <w:rsid w:val="00865DB9"/>
    <w:rsid w:val="0089202B"/>
    <w:rsid w:val="008B5297"/>
    <w:rsid w:val="009415D1"/>
    <w:rsid w:val="00947F34"/>
    <w:rsid w:val="009B7E68"/>
    <w:rsid w:val="009D3F3C"/>
    <w:rsid w:val="00A340F2"/>
    <w:rsid w:val="00A36725"/>
    <w:rsid w:val="00B66C63"/>
    <w:rsid w:val="00B727BE"/>
    <w:rsid w:val="00CE3710"/>
    <w:rsid w:val="00CF2287"/>
    <w:rsid w:val="00D0679F"/>
    <w:rsid w:val="00D33124"/>
    <w:rsid w:val="00D73210"/>
    <w:rsid w:val="00DA49D8"/>
    <w:rsid w:val="00EB63A0"/>
    <w:rsid w:val="00EC16CD"/>
    <w:rsid w:val="00F65B05"/>
    <w:rsid w:val="00FE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7CCEC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262626" w:themeColor="text1" w:themeTint="D9"/>
        <w:sz w:val="18"/>
        <w:szCs w:val="18"/>
        <w:lang w:val="en-US" w:eastAsia="ja-JP" w:bidi="ar-SA"/>
      </w:rPr>
    </w:rPrDefault>
    <w:pPrDefault>
      <w:pPr>
        <w:spacing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E3E"/>
  </w:style>
  <w:style w:type="paragraph" w:styleId="Heading1">
    <w:name w:val="heading 1"/>
    <w:basedOn w:val="Normal"/>
    <w:link w:val="Heading1Char"/>
    <w:autoRedefine/>
    <w:uiPriority w:val="2"/>
    <w:qFormat/>
    <w:rsid w:val="00064E3E"/>
    <w:pPr>
      <w:keepNext/>
      <w:framePr w:hSpace="187" w:wrap="around" w:vAnchor="page" w:hAnchor="page" w:xAlign="center" w:y="1441"/>
      <w:spacing w:line="240" w:lineRule="auto"/>
      <w:suppressOverlap/>
      <w:jc w:val="right"/>
      <w:outlineLvl w:val="0"/>
    </w:pPr>
    <w:rPr>
      <w:rFonts w:asciiTheme="majorHAnsi" w:hAnsiTheme="majorHAnsi" w:cs="Arial"/>
      <w:bCs/>
      <w:caps/>
      <w:color w:val="0D0D0D" w:themeColor="text1" w:themeTint="F2"/>
      <w:spacing w:val="4"/>
      <w:kern w:val="44"/>
      <w:sz w:val="24"/>
      <w:szCs w:val="64"/>
      <w:lang w:eastAsia="en-US"/>
    </w:rPr>
  </w:style>
  <w:style w:type="paragraph" w:styleId="Heading2">
    <w:name w:val="heading 2"/>
    <w:basedOn w:val="Normal"/>
    <w:link w:val="Heading2Char"/>
    <w:uiPriority w:val="2"/>
    <w:unhideWhenUsed/>
    <w:qFormat/>
    <w:rsid w:val="00064E3E"/>
    <w:pPr>
      <w:spacing w:before="60" w:after="20"/>
      <w:jc w:val="right"/>
      <w:outlineLvl w:val="1"/>
    </w:pPr>
    <w:rPr>
      <w:rFonts w:asciiTheme="majorHAnsi" w:hAnsiTheme="majorHAnsi"/>
      <w:spacing w:val="40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064E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7854D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2"/>
    <w:semiHidden/>
    <w:unhideWhenUsed/>
    <w:qFormat/>
    <w:rsid w:val="007B4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7864E" w:themeColor="accent1" w:themeShade="80"/>
    </w:rPr>
  </w:style>
  <w:style w:type="paragraph" w:styleId="Heading5">
    <w:name w:val="heading 5"/>
    <w:basedOn w:val="Normal"/>
    <w:next w:val="Normal"/>
    <w:link w:val="Heading5Char"/>
    <w:uiPriority w:val="2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  <w:i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7854D" w:themeColor="accent1" w:themeShade="7F"/>
    </w:rPr>
  </w:style>
  <w:style w:type="paragraph" w:styleId="Heading7">
    <w:name w:val="heading 7"/>
    <w:basedOn w:val="Normal"/>
    <w:next w:val="Normal"/>
    <w:link w:val="Heading7Char"/>
    <w:uiPriority w:val="2"/>
    <w:semiHidden/>
    <w:unhideWhenUsed/>
    <w:qFormat/>
    <w:rsid w:val="007B4FC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7854D" w:themeColor="accent1" w:themeShade="7F"/>
    </w:rPr>
  </w:style>
  <w:style w:type="paragraph" w:styleId="Heading8">
    <w:name w:val="heading 8"/>
    <w:basedOn w:val="Normal"/>
    <w:next w:val="Normal"/>
    <w:link w:val="Heading8Char"/>
    <w:uiPriority w:val="2"/>
    <w:semiHidden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17472F" w:themeColor="accent3" w:themeShade="80"/>
      <w:szCs w:val="21"/>
    </w:rPr>
  </w:style>
  <w:style w:type="paragraph" w:styleId="Heading9">
    <w:name w:val="heading 9"/>
    <w:basedOn w:val="Normal"/>
    <w:next w:val="Normal"/>
    <w:link w:val="Heading9Char"/>
    <w:uiPriority w:val="2"/>
    <w:semiHidden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17472F" w:themeColor="accent3" w:themeShade="8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7B4FC5"/>
    <w:rPr>
      <w:b/>
      <w:bCs/>
      <w:caps w:val="0"/>
      <w:smallCaps/>
      <w:color w:val="07864E" w:themeColor="accent1" w:themeShade="80"/>
      <w:spacing w:val="0"/>
    </w:rPr>
  </w:style>
  <w:style w:type="character" w:customStyle="1" w:styleId="Heading1Char">
    <w:name w:val="Heading 1 Char"/>
    <w:basedOn w:val="DefaultParagraphFont"/>
    <w:link w:val="Heading1"/>
    <w:uiPriority w:val="2"/>
    <w:rsid w:val="00064E3E"/>
    <w:rPr>
      <w:rFonts w:asciiTheme="majorHAnsi" w:hAnsiTheme="majorHAnsi" w:cs="Arial"/>
      <w:bCs/>
      <w:caps/>
      <w:color w:val="0D0D0D" w:themeColor="text1" w:themeTint="F2"/>
      <w:spacing w:val="4"/>
      <w:kern w:val="44"/>
      <w:sz w:val="24"/>
      <w:szCs w:val="64"/>
      <w:lang w:eastAsia="en-US"/>
    </w:rPr>
  </w:style>
  <w:style w:type="paragraph" w:styleId="Title">
    <w:name w:val="Title"/>
    <w:basedOn w:val="Normal"/>
    <w:link w:val="TitleChar"/>
    <w:uiPriority w:val="1"/>
    <w:qFormat/>
    <w:rsid w:val="00064E3E"/>
    <w:pPr>
      <w:spacing w:before="80"/>
      <w:ind w:left="101"/>
      <w:contextualSpacing/>
    </w:pPr>
    <w:rPr>
      <w:rFonts w:asciiTheme="majorHAnsi" w:eastAsiaTheme="majorEastAsia" w:hAnsiTheme="majorHAnsi" w:cstheme="majorBidi"/>
      <w:caps/>
      <w:color w:val="000000" w:themeColor="text1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064E3E"/>
    <w:rPr>
      <w:rFonts w:asciiTheme="majorHAnsi" w:eastAsiaTheme="majorEastAsia" w:hAnsiTheme="majorHAnsi" w:cstheme="majorBidi"/>
      <w:caps/>
      <w:color w:val="000000" w:themeColor="text1"/>
      <w:kern w:val="28"/>
      <w:sz w:val="52"/>
      <w:szCs w:val="56"/>
    </w:rPr>
  </w:style>
  <w:style w:type="paragraph" w:styleId="Header">
    <w:name w:val="header"/>
    <w:basedOn w:val="Normal"/>
    <w:link w:val="HeaderChar"/>
    <w:uiPriority w:val="99"/>
    <w:rsid w:val="00064E3E"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E3E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semiHidden/>
    <w:rPr>
      <w:rFonts w:asciiTheme="majorHAnsi" w:eastAsiaTheme="majorEastAsia" w:hAnsiTheme="majorHAnsi" w:cstheme="majorBidi"/>
      <w:b/>
      <w:i/>
    </w:rPr>
  </w:style>
  <w:style w:type="paragraph" w:customStyle="1" w:styleId="Normalright">
    <w:name w:val="Normal right"/>
    <w:basedOn w:val="Normal"/>
    <w:qFormat/>
    <w:rsid w:val="00064E3E"/>
    <w:pPr>
      <w:spacing w:before="60" w:after="20"/>
    </w:pPr>
    <w:rPr>
      <w:rFonts w:eastAsiaTheme="majorEastAsia" w:cs="Arial"/>
      <w:b/>
      <w:color w:val="0D0D0D" w:themeColor="text1" w:themeTint="F2"/>
      <w:spacing w:val="4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2"/>
    <w:semiHidden/>
    <w:rPr>
      <w:rFonts w:asciiTheme="majorHAnsi" w:eastAsiaTheme="majorEastAsia" w:hAnsiTheme="majorHAnsi" w:cstheme="majorBidi"/>
      <w:color w:val="07854D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2"/>
    <w:semiHidden/>
    <w:rPr>
      <w:rFonts w:asciiTheme="majorHAnsi" w:eastAsiaTheme="majorEastAsia" w:hAnsiTheme="majorHAnsi" w:cstheme="majorBidi"/>
      <w:color w:val="17472F" w:themeColor="accent3" w:themeShade="80"/>
      <w:szCs w:val="21"/>
    </w:rPr>
  </w:style>
  <w:style w:type="paragraph" w:styleId="Footer">
    <w:name w:val="footer"/>
    <w:basedOn w:val="Normal"/>
    <w:link w:val="FooterChar"/>
    <w:uiPriority w:val="99"/>
    <w:unhideWhenUsed/>
    <w:rsid w:val="00064E3E"/>
    <w:rPr>
      <w:rFonts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64E3E"/>
    <w:rPr>
      <w:rFonts w:cs="Times New Roman"/>
      <w:lang w:eastAsia="en-US"/>
    </w:rPr>
  </w:style>
  <w:style w:type="table" w:styleId="TableGridLight">
    <w:name w:val="Grid Table Light"/>
    <w:basedOn w:val="TableNormal"/>
    <w:uiPriority w:val="40"/>
    <w:rPr>
      <w:rFonts w:cs="Times New Roman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2Char">
    <w:name w:val="Heading 2 Char"/>
    <w:basedOn w:val="DefaultParagraphFont"/>
    <w:link w:val="Heading2"/>
    <w:uiPriority w:val="2"/>
    <w:rsid w:val="00064E3E"/>
    <w:rPr>
      <w:rFonts w:asciiTheme="majorHAnsi" w:hAnsiTheme="majorHAnsi"/>
      <w:spacing w:val="40"/>
    </w:rPr>
  </w:style>
  <w:style w:type="table" w:customStyle="1" w:styleId="SalesInfo">
    <w:name w:val="Sales Info"/>
    <w:basedOn w:val="TableNormal"/>
    <w:uiPriority w:val="99"/>
    <w:pPr>
      <w:spacing w:before="60" w:after="2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asciiTheme="majorHAnsi" w:eastAsiaTheme="majorEastAsia" w:hAnsiTheme="majorHAnsi"/>
        <w:caps/>
        <w:smallCaps w:val="0"/>
        <w:color w:val="0D0D0D" w:themeColor="text1" w:themeTint="F2"/>
        <w:spacing w:val="4"/>
        <w:sz w:val="18"/>
      </w:r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  <w:tl2br w:val="nil"/>
          <w:tr2bl w:val="nil"/>
        </w:tcBorders>
        <w:shd w:val="clear" w:color="auto" w:fill="9EDFBE" w:themeFill="accent3" w:themeFillTint="66"/>
      </w:tcPr>
    </w:tblStylePr>
  </w:style>
  <w:style w:type="table" w:customStyle="1" w:styleId="Contenttable">
    <w:name w:val="Content table"/>
    <w:basedOn w:val="TableNormal"/>
    <w:uiPriority w:val="99"/>
    <w:rsid w:val="002F5404"/>
    <w:pPr>
      <w:spacing w:before="60" w:after="20"/>
    </w:pPr>
    <w:tblPr>
      <w:tblStyleRowBandSize w:val="1"/>
    </w:tblPr>
    <w:tcPr>
      <w:shd w:val="clear" w:color="auto" w:fill="FFFFFF" w:themeFill="background1"/>
    </w:tcPr>
    <w:tblStylePr w:type="firstRow">
      <w:rPr>
        <w:rFonts w:asciiTheme="majorHAnsi" w:eastAsiaTheme="majorEastAsia" w:hAnsiTheme="majorHAnsi"/>
        <w:caps/>
        <w:smallCaps w:val="0"/>
        <w:color w:val="0D0D0D" w:themeColor="text1" w:themeTint="F2"/>
        <w:spacing w:val="4"/>
        <w:sz w:val="18"/>
      </w:rPr>
      <w:tblPr/>
      <w:tcPr>
        <w:tcBorders>
          <w:top w:val="nil"/>
          <w:left w:val="nil"/>
          <w:bottom w:val="single" w:sz="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band1Horz"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character" w:customStyle="1" w:styleId="Heading9Char">
    <w:name w:val="Heading 9 Char"/>
    <w:basedOn w:val="DefaultParagraphFont"/>
    <w:link w:val="Heading9"/>
    <w:uiPriority w:val="2"/>
    <w:semiHidden/>
    <w:rPr>
      <w:rFonts w:asciiTheme="majorHAnsi" w:eastAsiaTheme="majorEastAsia" w:hAnsiTheme="majorHAnsi" w:cstheme="majorBidi"/>
      <w:b/>
      <w:iCs/>
      <w:color w:val="17472F" w:themeColor="accent3" w:themeShade="80"/>
      <w:szCs w:val="21"/>
    </w:rPr>
  </w:style>
  <w:style w:type="table" w:customStyle="1" w:styleId="TotalTable">
    <w:name w:val="Total Table"/>
    <w:basedOn w:val="TableNormal"/>
    <w:uiPriority w:val="99"/>
    <w:pPr>
      <w:spacing w:line="240" w:lineRule="auto"/>
    </w:pPr>
    <w:tblPr>
      <w:tblStyleRowBandSize w:val="1"/>
    </w:tblPr>
    <w:tblStylePr w:type="firstCol">
      <w:pPr>
        <w:jc w:val="right"/>
      </w:pPr>
      <w:tblPr/>
      <w:tcPr>
        <w:vAlign w:val="center"/>
      </w:tcPr>
    </w:tblStylePr>
    <w:tblStylePr w:type="lastCol">
      <w:pPr>
        <w:jc w:val="left"/>
      </w:p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cBorders>
        <w:vAlign w:val="center"/>
      </w:tcPr>
    </w:tblStylePr>
    <w:tblStylePr w:type="band1Horz">
      <w:tblPr/>
      <w:tcPr>
        <w:shd w:val="clear" w:color="auto" w:fill="CEEFDE" w:themeFill="accent3" w:themeFillTint="33"/>
      </w:tcPr>
    </w:tblStylePr>
  </w:style>
  <w:style w:type="table" w:styleId="PlainTable2">
    <w:name w:val="Plain Table 2"/>
    <w:basedOn w:val="TableNormal"/>
    <w:uiPriority w:val="42"/>
    <w:rsid w:val="0089202B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064E3E"/>
    <w:rPr>
      <w:rFonts w:asciiTheme="majorHAnsi" w:eastAsiaTheme="majorEastAsia" w:hAnsiTheme="majorHAnsi" w:cstheme="majorBidi"/>
      <w:color w:val="07854D" w:themeColor="accent1" w:themeShade="7F"/>
      <w:szCs w:val="24"/>
    </w:rPr>
  </w:style>
  <w:style w:type="paragraph" w:customStyle="1" w:styleId="Style1">
    <w:name w:val="Style1"/>
    <w:basedOn w:val="Normal"/>
    <w:link w:val="Style1Char"/>
    <w:qFormat/>
    <w:rsid w:val="00064E3E"/>
    <w:pPr>
      <w:framePr w:hSpace="180" w:wrap="around" w:vAnchor="text" w:hAnchor="margin" w:xAlign="center" w:y="5211"/>
      <w:spacing w:before="60" w:after="20"/>
    </w:pPr>
    <w:rPr>
      <w:rFonts w:asciiTheme="majorHAnsi" w:eastAsiaTheme="majorEastAsia" w:hAnsiTheme="majorHAnsi" w:cs="Microsoft Sans Serif"/>
      <w:color w:val="236A46" w:themeColor="accent3" w:themeShade="BF"/>
      <w:spacing w:val="4"/>
      <w:sz w:val="28"/>
      <w:szCs w:val="28"/>
    </w:rPr>
  </w:style>
  <w:style w:type="character" w:customStyle="1" w:styleId="Style1Char">
    <w:name w:val="Style1 Char"/>
    <w:basedOn w:val="DefaultParagraphFont"/>
    <w:link w:val="Style1"/>
    <w:rsid w:val="00064E3E"/>
    <w:rPr>
      <w:rFonts w:asciiTheme="majorHAnsi" w:eastAsiaTheme="majorEastAsia" w:hAnsiTheme="majorHAnsi" w:cs="Microsoft Sans Serif"/>
      <w:color w:val="236A46" w:themeColor="accent3" w:themeShade="BF"/>
      <w:spacing w:val="4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2"/>
    <w:semiHidden/>
    <w:rsid w:val="007B4FC5"/>
    <w:rPr>
      <w:rFonts w:asciiTheme="majorHAnsi" w:eastAsiaTheme="majorEastAsia" w:hAnsiTheme="majorHAnsi" w:cstheme="majorBidi"/>
      <w:i/>
      <w:iCs/>
      <w:color w:val="07864E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7B4FC5"/>
    <w:rPr>
      <w:rFonts w:asciiTheme="majorHAnsi" w:eastAsiaTheme="majorEastAsia" w:hAnsiTheme="majorHAnsi" w:cstheme="majorBidi"/>
      <w:i/>
      <w:iCs/>
      <w:color w:val="07854D" w:themeColor="accent1" w:themeShade="7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7B4FC5"/>
    <w:rPr>
      <w:i/>
      <w:iCs/>
      <w:color w:val="07864E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7B4FC5"/>
    <w:pPr>
      <w:pBdr>
        <w:top w:val="single" w:sz="4" w:space="10" w:color="07864E" w:themeColor="accent1" w:themeShade="80"/>
        <w:bottom w:val="single" w:sz="4" w:space="10" w:color="07864E" w:themeColor="accent1" w:themeShade="80"/>
      </w:pBdr>
      <w:spacing w:before="360" w:after="360"/>
      <w:ind w:left="864" w:right="864"/>
      <w:jc w:val="center"/>
    </w:pPr>
    <w:rPr>
      <w:i/>
      <w:iCs/>
      <w:color w:val="07864E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B4FC5"/>
    <w:rPr>
      <w:i/>
      <w:iCs/>
      <w:color w:val="07864E" w:themeColor="accent1" w:themeShade="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4FC5"/>
    <w:pPr>
      <w:keepLines/>
      <w:framePr w:hSpace="0" w:wrap="auto" w:vAnchor="margin" w:hAnchor="text" w:xAlign="left" w:yAlign="inline"/>
      <w:spacing w:before="240" w:line="312" w:lineRule="auto"/>
      <w:suppressOverlap w:val="0"/>
      <w:jc w:val="left"/>
      <w:outlineLvl w:val="9"/>
    </w:pPr>
    <w:rPr>
      <w:rFonts w:eastAsiaTheme="majorEastAsia" w:cstheme="majorBidi"/>
      <w:bCs w:val="0"/>
      <w:caps w:val="0"/>
      <w:color w:val="07864E" w:themeColor="accent1" w:themeShade="80"/>
      <w:spacing w:val="0"/>
      <w:kern w:val="0"/>
      <w:sz w:val="32"/>
      <w:szCs w:val="32"/>
      <w:lang w:eastAsia="ja-JP"/>
    </w:rPr>
  </w:style>
  <w:style w:type="paragraph" w:styleId="BlockText">
    <w:name w:val="Block Text"/>
    <w:basedOn w:val="Normal"/>
    <w:uiPriority w:val="99"/>
    <w:semiHidden/>
    <w:unhideWhenUsed/>
    <w:rsid w:val="007B4FC5"/>
    <w:pPr>
      <w:pBdr>
        <w:top w:val="single" w:sz="2" w:space="10" w:color="07864E" w:themeColor="accent1" w:themeShade="80"/>
        <w:left w:val="single" w:sz="2" w:space="10" w:color="07864E" w:themeColor="accent1" w:themeShade="80"/>
        <w:bottom w:val="single" w:sz="2" w:space="10" w:color="07864E" w:themeColor="accent1" w:themeShade="80"/>
        <w:right w:val="single" w:sz="2" w:space="10" w:color="07864E" w:themeColor="accent1" w:themeShade="80"/>
      </w:pBdr>
      <w:ind w:left="1152" w:right="1152"/>
    </w:pPr>
    <w:rPr>
      <w:i/>
      <w:iCs/>
      <w:color w:val="07864E" w:themeColor="accent1" w:themeShade="80"/>
    </w:rPr>
  </w:style>
  <w:style w:type="character" w:styleId="FollowedHyperlink">
    <w:name w:val="FollowedHyperlink"/>
    <w:basedOn w:val="DefaultParagraphFont"/>
    <w:uiPriority w:val="99"/>
    <w:semiHidden/>
    <w:unhideWhenUsed/>
    <w:rsid w:val="007B4FC5"/>
    <w:rPr>
      <w:color w:val="444027" w:themeColor="background2" w:themeShade="4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7B4FC5"/>
    <w:rPr>
      <w:color w:val="055971" w:themeColor="accent6" w:themeShade="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4FC5"/>
    <w:rPr>
      <w:color w:val="595959" w:themeColor="text1" w:themeTint="A6"/>
      <w:shd w:val="clear" w:color="auto" w:fill="E6E6E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7B4FC5"/>
    <w:pPr>
      <w:numPr>
        <w:ilvl w:val="1"/>
      </w:numPr>
      <w:spacing w:after="160"/>
    </w:pPr>
    <w:rPr>
      <w:b/>
      <w:caps/>
      <w:color w:val="000000" w:themeColor="text1"/>
      <w:spacing w:val="15"/>
      <w:sz w:val="3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7B4FC5"/>
    <w:rPr>
      <w:b/>
      <w:caps/>
      <w:color w:val="000000" w:themeColor="text1"/>
      <w:spacing w:val="15"/>
      <w:sz w:val="32"/>
      <w:szCs w:val="22"/>
    </w:rPr>
  </w:style>
  <w:style w:type="paragraph" w:styleId="Date">
    <w:name w:val="Date"/>
    <w:basedOn w:val="Normal"/>
    <w:next w:val="Normal"/>
    <w:link w:val="DateChar"/>
    <w:uiPriority w:val="99"/>
    <w:rsid w:val="00064E3E"/>
    <w:rPr>
      <w:rFonts w:asciiTheme="majorHAnsi" w:hAnsiTheme="majorHAnsi"/>
      <w:color w:val="000000" w:themeColor="text1"/>
      <w:sz w:val="32"/>
      <w:szCs w:val="32"/>
    </w:rPr>
  </w:style>
  <w:style w:type="character" w:customStyle="1" w:styleId="DateChar">
    <w:name w:val="Date Char"/>
    <w:basedOn w:val="DefaultParagraphFont"/>
    <w:link w:val="Date"/>
    <w:uiPriority w:val="99"/>
    <w:rsid w:val="00064E3E"/>
    <w:rPr>
      <w:rFonts w:asciiTheme="majorHAnsi" w:hAnsiTheme="majorHAnsi"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3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peral\AppData\Roaming\Microsoft\Templates\Service%20invoice%20(Green%20Gradient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55CCB98C57045A4AAA7BE0F2AC09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860CA-7750-4FA6-86AD-4944F30F1C0D}"/>
      </w:docPartPr>
      <w:docPartBody>
        <w:p w:rsidR="00E41512" w:rsidRDefault="00E6343E">
          <w:pPr>
            <w:pStyle w:val="255CCB98C57045A4AAA7BE0F2AC093AE"/>
          </w:pPr>
          <w:r w:rsidRPr="00064E3E">
            <w:rPr>
              <w:rStyle w:val="DateChar"/>
            </w:rPr>
            <w:t>DATE</w:t>
          </w:r>
        </w:p>
      </w:docPartBody>
    </w:docPart>
    <w:docPart>
      <w:docPartPr>
        <w:name w:val="9C818761F45D4DEE93CA46313705F0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A0D89E-33A8-4B53-A73F-FB15157E9ABF}"/>
      </w:docPartPr>
      <w:docPartBody>
        <w:p w:rsidR="00E41512" w:rsidRDefault="00E6343E">
          <w:pPr>
            <w:pStyle w:val="9C818761F45D4DEE93CA46313705F068"/>
          </w:pPr>
          <w:r w:rsidRPr="00064E3E">
            <w:rPr>
              <w:rFonts w:asciiTheme="majorHAnsi" w:hAnsiTheme="majorHAnsi"/>
              <w:color w:val="000000" w:themeColor="text1"/>
              <w:sz w:val="32"/>
              <w:szCs w:val="32"/>
            </w:rPr>
            <w:t>INVOICE NO</w:t>
          </w:r>
        </w:p>
      </w:docPartBody>
    </w:docPart>
    <w:docPart>
      <w:docPartPr>
        <w:name w:val="7A48072FECAD4EE6809365066B2E4B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6E03D-6780-44B9-831B-D50FDEA39F50}"/>
      </w:docPartPr>
      <w:docPartBody>
        <w:p w:rsidR="00E41512" w:rsidRDefault="00E6343E">
          <w:pPr>
            <w:pStyle w:val="7A48072FECAD4EE6809365066B2E4B7F"/>
          </w:pPr>
          <w:r w:rsidRPr="00064E3E">
            <w:rPr>
              <w:rFonts w:asciiTheme="majorHAnsi" w:hAnsiTheme="majorHAnsi"/>
              <w:color w:val="000000" w:themeColor="text1"/>
              <w:sz w:val="24"/>
              <w:szCs w:val="24"/>
            </w:rPr>
            <w:t>YOUR COMPANY</w:t>
          </w:r>
        </w:p>
      </w:docPartBody>
    </w:docPart>
    <w:docPart>
      <w:docPartPr>
        <w:name w:val="DAE50ED8AFF44547A16B418D50B12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EEA8C3-C8E9-4817-8AB7-08E0DE848712}"/>
      </w:docPartPr>
      <w:docPartBody>
        <w:p w:rsidR="00E41512" w:rsidRDefault="00E6343E">
          <w:pPr>
            <w:pStyle w:val="DAE50ED8AFF44547A16B418D50B12ECF"/>
          </w:pPr>
          <w:r w:rsidRPr="00064E3E">
            <w:rPr>
              <w:rFonts w:asciiTheme="majorHAnsi" w:hAnsiTheme="majorHAnsi"/>
              <w:color w:val="000000" w:themeColor="text1"/>
              <w:sz w:val="24"/>
              <w:szCs w:val="24"/>
            </w:rPr>
            <w:t>INVOICE TO</w:t>
          </w:r>
        </w:p>
      </w:docPartBody>
    </w:docPart>
    <w:docPart>
      <w:docPartPr>
        <w:name w:val="6BA1B7CD5B724A23A6A5D2389F5AD1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5EEAC-A4B9-4401-B95A-F67BC216BC2B}"/>
      </w:docPartPr>
      <w:docPartBody>
        <w:p w:rsidR="00E41512" w:rsidRDefault="00E6343E">
          <w:pPr>
            <w:pStyle w:val="6BA1B7CD5B724A23A6A5D2389F5AD184"/>
          </w:pPr>
          <w:r>
            <w:t>SALESPERSON</w:t>
          </w:r>
        </w:p>
      </w:docPartBody>
    </w:docPart>
    <w:docPart>
      <w:docPartPr>
        <w:name w:val="4C2C33D9DC5B48D8821A9606F459CE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CA01E0-A823-46BF-8DFE-61A24E0F0E59}"/>
      </w:docPartPr>
      <w:docPartBody>
        <w:p w:rsidR="00E41512" w:rsidRDefault="00E6343E">
          <w:pPr>
            <w:pStyle w:val="4C2C33D9DC5B48D8821A9606F459CE77"/>
          </w:pPr>
          <w:r>
            <w:t>Job</w:t>
          </w:r>
        </w:p>
      </w:docPartBody>
    </w:docPart>
    <w:docPart>
      <w:docPartPr>
        <w:name w:val="3C56C87DE13547E6AF0B782BB2CAC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8FA15F-D19B-4CE0-96D9-A0859D1F1E9E}"/>
      </w:docPartPr>
      <w:docPartBody>
        <w:p w:rsidR="00E41512" w:rsidRDefault="00E6343E">
          <w:pPr>
            <w:pStyle w:val="3C56C87DE13547E6AF0B782BB2CAC2B3"/>
          </w:pPr>
          <w:r>
            <w:t>Payment Terms</w:t>
          </w:r>
        </w:p>
      </w:docPartBody>
    </w:docPart>
    <w:docPart>
      <w:docPartPr>
        <w:name w:val="95C5099E6B1A41BEA0308187219871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D9479-ECB2-46FB-8AB6-FA13757EEF39}"/>
      </w:docPartPr>
      <w:docPartBody>
        <w:p w:rsidR="00E41512" w:rsidRDefault="00E6343E">
          <w:pPr>
            <w:pStyle w:val="95C5099E6B1A41BEA0308187219871BB"/>
          </w:pPr>
          <w:r>
            <w:t>Due date</w:t>
          </w:r>
        </w:p>
      </w:docPartBody>
    </w:docPart>
    <w:docPart>
      <w:docPartPr>
        <w:name w:val="9EB940933B0148FDB3E362636435D2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42C7EE-D353-483B-8A2C-5730FA3EDA78}"/>
      </w:docPartPr>
      <w:docPartBody>
        <w:p w:rsidR="00E41512" w:rsidRDefault="00E6343E">
          <w:pPr>
            <w:pStyle w:val="9EB940933B0148FDB3E362636435D2C6"/>
          </w:pPr>
          <w:r w:rsidRPr="00064E3E">
            <w:rPr>
              <w:rFonts w:cstheme="minorHAnsi"/>
            </w:rPr>
            <w:t>Due on Receipt</w:t>
          </w:r>
        </w:p>
      </w:docPartBody>
    </w:docPart>
    <w:docPart>
      <w:docPartPr>
        <w:name w:val="4F77B980E2034016A728CEEEADEF6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64871-7160-44F4-8730-B464D9D63BD0}"/>
      </w:docPartPr>
      <w:docPartBody>
        <w:p w:rsidR="00E41512" w:rsidRDefault="00E6343E">
          <w:pPr>
            <w:pStyle w:val="4F77B980E2034016A728CEEEADEF6931"/>
          </w:pPr>
          <w:r>
            <w:t>Quantity</w:t>
          </w:r>
        </w:p>
      </w:docPartBody>
    </w:docPart>
    <w:docPart>
      <w:docPartPr>
        <w:name w:val="3E10BB9362E84700894170624DD131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549ED-E768-47F4-BFFB-4F24E1764921}"/>
      </w:docPartPr>
      <w:docPartBody>
        <w:p w:rsidR="00E41512" w:rsidRDefault="00E6343E">
          <w:pPr>
            <w:pStyle w:val="3E10BB9362E84700894170624DD13176"/>
          </w:pPr>
          <w:r>
            <w:t>Description</w:t>
          </w:r>
        </w:p>
      </w:docPartBody>
    </w:docPart>
    <w:docPart>
      <w:docPartPr>
        <w:name w:val="E8F1571244BF40658FFEA54E35B2F4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2E9BB-AC0C-4034-936E-1D574A01CA10}"/>
      </w:docPartPr>
      <w:docPartBody>
        <w:p w:rsidR="00E41512" w:rsidRDefault="00E6343E">
          <w:pPr>
            <w:pStyle w:val="E8F1571244BF40658FFEA54E35B2F43C"/>
          </w:pPr>
          <w:r>
            <w:t>Unit Price</w:t>
          </w:r>
        </w:p>
      </w:docPartBody>
    </w:docPart>
    <w:docPart>
      <w:docPartPr>
        <w:name w:val="52A7E2D7695144AC8E4542BE222F4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6454A5-0D4B-4CE2-B13D-E3C1010B30AB}"/>
      </w:docPartPr>
      <w:docPartBody>
        <w:p w:rsidR="00E41512" w:rsidRDefault="00E6343E">
          <w:pPr>
            <w:pStyle w:val="52A7E2D7695144AC8E4542BE222F4D41"/>
          </w:pPr>
          <w:r>
            <w:t>Line Total</w:t>
          </w:r>
        </w:p>
      </w:docPartBody>
    </w:docPart>
    <w:docPart>
      <w:docPartPr>
        <w:name w:val="7180B669B9CA42429332ECA7EBD278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738FA-82BB-4D1A-8302-F0CB88E35AAD}"/>
      </w:docPartPr>
      <w:docPartBody>
        <w:p w:rsidR="00E41512" w:rsidRDefault="00E6343E">
          <w:pPr>
            <w:pStyle w:val="7180B669B9CA42429332ECA7EBD2780A"/>
          </w:pPr>
          <w:r>
            <w:t>Product</w:t>
          </w:r>
        </w:p>
      </w:docPartBody>
    </w:docPart>
    <w:docPart>
      <w:docPartPr>
        <w:name w:val="B4CE09CD5F604FCBB0EFDEC2DB20C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7B664-8C5D-48F5-8FD8-22491C085843}"/>
      </w:docPartPr>
      <w:docPartBody>
        <w:p w:rsidR="00E41512" w:rsidRDefault="00E6343E">
          <w:pPr>
            <w:pStyle w:val="B4CE09CD5F604FCBB0EFDEC2DB20C1FA"/>
          </w:pPr>
          <w:r>
            <w:t>Product description</w:t>
          </w:r>
        </w:p>
      </w:docPartBody>
    </w:docPart>
    <w:docPart>
      <w:docPartPr>
        <w:name w:val="DFE06AF6915D4ADB8CD5F4CAE2E29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5F929E-0CF5-4223-90FB-006D1B42CABB}"/>
      </w:docPartPr>
      <w:docPartBody>
        <w:p w:rsidR="00E41512" w:rsidRDefault="00E6343E">
          <w:pPr>
            <w:pStyle w:val="DFE06AF6915D4ADB8CD5F4CAE2E294BB"/>
          </w:pPr>
          <w:r>
            <w:rPr>
              <w:lang w:eastAsia="ja-JP"/>
            </w:rPr>
            <w:t>$</w:t>
          </w:r>
        </w:p>
      </w:docPartBody>
    </w:docPart>
    <w:docPart>
      <w:docPartPr>
        <w:name w:val="5A1DFF9CDCF6421AB9228BCE1A02EE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A7FE7-90B3-43FD-A308-9E6A461C18E7}"/>
      </w:docPartPr>
      <w:docPartBody>
        <w:p w:rsidR="00E41512" w:rsidRDefault="00E6343E">
          <w:pPr>
            <w:pStyle w:val="5A1DFF9CDCF6421AB9228BCE1A02EE48"/>
          </w:pPr>
          <w:r>
            <w:rPr>
              <w:lang w:eastAsia="ja-JP"/>
            </w:rPr>
            <w:t>$</w:t>
          </w:r>
        </w:p>
      </w:docPartBody>
    </w:docPart>
    <w:docPart>
      <w:docPartPr>
        <w:name w:val="F58D3C6E30D142A6A98CBC9E009D5B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A851C-2D1B-432F-8923-EE1F8B0B38D8}"/>
      </w:docPartPr>
      <w:docPartBody>
        <w:p w:rsidR="00E41512" w:rsidRDefault="00E6343E">
          <w:pPr>
            <w:pStyle w:val="F58D3C6E30D142A6A98CBC9E009D5BC8"/>
          </w:pPr>
          <w:r>
            <w:t>Product</w:t>
          </w:r>
        </w:p>
      </w:docPartBody>
    </w:docPart>
    <w:docPart>
      <w:docPartPr>
        <w:name w:val="185AF986B6774118902665DBECCD33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7A2468-FF71-40A2-8D9F-F06FC85E90BA}"/>
      </w:docPartPr>
      <w:docPartBody>
        <w:p w:rsidR="00E41512" w:rsidRDefault="00E6343E">
          <w:pPr>
            <w:pStyle w:val="185AF986B6774118902665DBECCD3310"/>
          </w:pPr>
          <w:r>
            <w:t>Product description</w:t>
          </w:r>
        </w:p>
      </w:docPartBody>
    </w:docPart>
    <w:docPart>
      <w:docPartPr>
        <w:name w:val="75D89227464F46A2B5D850744568C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17BA3F-95C5-4FAE-B7C8-76B9F280EB7D}"/>
      </w:docPartPr>
      <w:docPartBody>
        <w:p w:rsidR="00E41512" w:rsidRDefault="00E6343E">
          <w:pPr>
            <w:pStyle w:val="75D89227464F46A2B5D850744568C931"/>
          </w:pPr>
          <w:r>
            <w:rPr>
              <w:lang w:eastAsia="ja-JP"/>
            </w:rPr>
            <w:t>$</w:t>
          </w:r>
        </w:p>
      </w:docPartBody>
    </w:docPart>
    <w:docPart>
      <w:docPartPr>
        <w:name w:val="C9F247D53B0B418B98A0102DDA8CEE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D9121-8222-4FAC-B8E1-3FBBC5F70F8A}"/>
      </w:docPartPr>
      <w:docPartBody>
        <w:p w:rsidR="00E41512" w:rsidRDefault="00E6343E">
          <w:pPr>
            <w:pStyle w:val="C9F247D53B0B418B98A0102DDA8CEE86"/>
          </w:pPr>
          <w:r>
            <w:rPr>
              <w:lang w:eastAsia="ja-JP"/>
            </w:rPr>
            <w:t>$</w:t>
          </w:r>
        </w:p>
      </w:docPartBody>
    </w:docPart>
    <w:docPart>
      <w:docPartPr>
        <w:name w:val="92B8E6F92E2B4822AA0D4025D7CCE5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105A40-A947-4ACB-B30A-AACBC8F4F066}"/>
      </w:docPartPr>
      <w:docPartBody>
        <w:p w:rsidR="00E41512" w:rsidRDefault="00E6343E">
          <w:pPr>
            <w:pStyle w:val="92B8E6F92E2B4822AA0D4025D7CCE510"/>
          </w:pPr>
          <w:r>
            <w:t>Product</w:t>
          </w:r>
        </w:p>
      </w:docPartBody>
    </w:docPart>
    <w:docPart>
      <w:docPartPr>
        <w:name w:val="CC4FA39C159D4271A68ABA10948AF6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1FA104-0EF9-4DED-BCDF-3379BACEDB9F}"/>
      </w:docPartPr>
      <w:docPartBody>
        <w:p w:rsidR="00E41512" w:rsidRDefault="00E6343E">
          <w:pPr>
            <w:pStyle w:val="CC4FA39C159D4271A68ABA10948AF679"/>
          </w:pPr>
          <w:r>
            <w:t>Product description</w:t>
          </w:r>
        </w:p>
      </w:docPartBody>
    </w:docPart>
    <w:docPart>
      <w:docPartPr>
        <w:name w:val="96DA9A07622E47FDB22C6418FE36E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DA7CC-3E0D-41D6-A33A-9E57DD956E96}"/>
      </w:docPartPr>
      <w:docPartBody>
        <w:p w:rsidR="00E41512" w:rsidRDefault="00E6343E">
          <w:pPr>
            <w:pStyle w:val="96DA9A07622E47FDB22C6418FE36E493"/>
          </w:pPr>
          <w:r>
            <w:rPr>
              <w:lang w:eastAsia="ja-JP"/>
            </w:rPr>
            <w:t>$</w:t>
          </w:r>
        </w:p>
      </w:docPartBody>
    </w:docPart>
    <w:docPart>
      <w:docPartPr>
        <w:name w:val="E1581401A02D4E4C96B7D6A7C7974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5F96C7-9E19-47A1-BEB5-5B31738DF09C}"/>
      </w:docPartPr>
      <w:docPartBody>
        <w:p w:rsidR="00E41512" w:rsidRDefault="00E6343E">
          <w:pPr>
            <w:pStyle w:val="E1581401A02D4E4C96B7D6A7C7974E18"/>
          </w:pPr>
          <w:r>
            <w:rPr>
              <w:lang w:eastAsia="ja-JP"/>
            </w:rPr>
            <w:t>$</w:t>
          </w:r>
        </w:p>
      </w:docPartBody>
    </w:docPart>
    <w:docPart>
      <w:docPartPr>
        <w:name w:val="81077A0E8FA04B3FAB6A3F86A6C352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967DF9-CBD0-47FD-B679-F7F02D06E8D8}"/>
      </w:docPartPr>
      <w:docPartBody>
        <w:p w:rsidR="00E41512" w:rsidRDefault="00E6343E">
          <w:pPr>
            <w:pStyle w:val="81077A0E8FA04B3FAB6A3F86A6C35285"/>
          </w:pPr>
          <w:r>
            <w:t>Product</w:t>
          </w:r>
        </w:p>
      </w:docPartBody>
    </w:docPart>
    <w:docPart>
      <w:docPartPr>
        <w:name w:val="7DA8209C89164CA99739D30AEF0676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4F7571-8898-4665-9192-F541753833BD}"/>
      </w:docPartPr>
      <w:docPartBody>
        <w:p w:rsidR="00E41512" w:rsidRDefault="00E6343E">
          <w:pPr>
            <w:pStyle w:val="7DA8209C89164CA99739D30AEF0676F7"/>
          </w:pPr>
          <w:r>
            <w:t>Product description</w:t>
          </w:r>
        </w:p>
      </w:docPartBody>
    </w:docPart>
    <w:docPart>
      <w:docPartPr>
        <w:name w:val="6B034F4B30B34DEB9ACB80D8BDC938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163FB-B4CD-4D16-89AA-E14A7C329EBB}"/>
      </w:docPartPr>
      <w:docPartBody>
        <w:p w:rsidR="00E41512" w:rsidRDefault="00E6343E">
          <w:pPr>
            <w:pStyle w:val="6B034F4B30B34DEB9ACB80D8BDC9387E"/>
          </w:pPr>
          <w:r>
            <w:rPr>
              <w:lang w:eastAsia="ja-JP"/>
            </w:rPr>
            <w:t>$</w:t>
          </w:r>
        </w:p>
      </w:docPartBody>
    </w:docPart>
    <w:docPart>
      <w:docPartPr>
        <w:name w:val="49319D4EA9CA4E93943EB7027CEC8D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04C9-4AA6-4DBC-A37B-4B0E8A860E0B}"/>
      </w:docPartPr>
      <w:docPartBody>
        <w:p w:rsidR="00E41512" w:rsidRDefault="00E6343E">
          <w:pPr>
            <w:pStyle w:val="49319D4EA9CA4E93943EB7027CEC8D7D"/>
          </w:pPr>
          <w:r>
            <w:rPr>
              <w:lang w:eastAsia="ja-JP"/>
            </w:rPr>
            <w:t>$</w:t>
          </w:r>
        </w:p>
      </w:docPartBody>
    </w:docPart>
    <w:docPart>
      <w:docPartPr>
        <w:name w:val="8B92D562B3A34F14A350B037A79635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27301-22E6-402A-9617-68FD25B87352}"/>
      </w:docPartPr>
      <w:docPartBody>
        <w:p w:rsidR="00E41512" w:rsidRDefault="00E6343E">
          <w:pPr>
            <w:pStyle w:val="8B92D562B3A34F14A350B037A7963598"/>
          </w:pPr>
          <w:r>
            <w:rPr>
              <w:sz w:val="24"/>
            </w:rPr>
            <w:t>Subtotal</w:t>
          </w:r>
        </w:p>
      </w:docPartBody>
    </w:docPart>
    <w:docPart>
      <w:docPartPr>
        <w:name w:val="81E310E8A49B47D3AE572EF242AF9B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C8D5E-E042-4E11-8EE6-648CA71B8657}"/>
      </w:docPartPr>
      <w:docPartBody>
        <w:p w:rsidR="00E41512" w:rsidRDefault="00E6343E">
          <w:pPr>
            <w:pStyle w:val="81E310E8A49B47D3AE572EF242AF9BD0"/>
          </w:pPr>
          <w:r>
            <w:rPr>
              <w:sz w:val="24"/>
            </w:rPr>
            <w:t>Sales Tax</w:t>
          </w:r>
        </w:p>
      </w:docPartBody>
    </w:docPart>
    <w:docPart>
      <w:docPartPr>
        <w:name w:val="973F8E6CAA644A24BE5CAAD52FB1C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DC623-F8B7-44EB-9FAE-49B6E7CCFE20}"/>
      </w:docPartPr>
      <w:docPartBody>
        <w:p w:rsidR="00E41512" w:rsidRDefault="00E6343E">
          <w:pPr>
            <w:pStyle w:val="973F8E6CAA644A24BE5CAAD52FB1CB30"/>
          </w:pPr>
          <w:r>
            <w:rPr>
              <w:sz w:val="24"/>
            </w:rPr>
            <w:t>Total</w:t>
          </w:r>
        </w:p>
      </w:docPartBody>
    </w:docPart>
    <w:docPart>
      <w:docPartPr>
        <w:name w:val="AA64230A911D476498566F634248C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232C3-C828-4205-B6B9-FFAC98BAB843}"/>
      </w:docPartPr>
      <w:docPartBody>
        <w:p w:rsidR="00E41512" w:rsidRDefault="00EB36EA" w:rsidP="00EB36EA">
          <w:pPr>
            <w:pStyle w:val="AA64230A911D476498566F634248CBFA"/>
          </w:pPr>
          <w:r>
            <w:t>Product</w:t>
          </w:r>
        </w:p>
      </w:docPartBody>
    </w:docPart>
    <w:docPart>
      <w:docPartPr>
        <w:name w:val="57A448D785FE49EA95872FBFFEE4D7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16C781-423C-42F8-9DDC-776D587BEBAF}"/>
      </w:docPartPr>
      <w:docPartBody>
        <w:p w:rsidR="00E41512" w:rsidRDefault="00EB36EA" w:rsidP="00EB36EA">
          <w:pPr>
            <w:pStyle w:val="57A448D785FE49EA95872FBFFEE4D7FE"/>
          </w:pPr>
          <w:r>
            <w:t>Product description</w:t>
          </w:r>
        </w:p>
      </w:docPartBody>
    </w:docPart>
    <w:docPart>
      <w:docPartPr>
        <w:name w:val="11D0A82FBF734913A04AE03ADD998C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DBEECA-D8E9-49B1-8795-1A7C117F1FFE}"/>
      </w:docPartPr>
      <w:docPartBody>
        <w:p w:rsidR="00E41512" w:rsidRDefault="00EB36EA" w:rsidP="00EB36EA">
          <w:pPr>
            <w:pStyle w:val="11D0A82FBF734913A04AE03ADD998C09"/>
          </w:pPr>
          <w:r>
            <w:rPr>
              <w:lang w:eastAsia="ja-JP"/>
            </w:rPr>
            <w:t>$</w:t>
          </w:r>
        </w:p>
      </w:docPartBody>
    </w:docPart>
    <w:docPart>
      <w:docPartPr>
        <w:name w:val="0C118778008D426EB034600E2CB4BB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6FD6E-065D-4F58-8FE3-36340758D3EF}"/>
      </w:docPartPr>
      <w:docPartBody>
        <w:p w:rsidR="00E41512" w:rsidRDefault="00EB36EA" w:rsidP="00EB36EA">
          <w:pPr>
            <w:pStyle w:val="0C118778008D426EB034600E2CB4BBB4"/>
          </w:pPr>
          <w:r>
            <w:rPr>
              <w:lang w:eastAsia="ja-JP"/>
            </w:rPr>
            <w:t>$</w:t>
          </w:r>
        </w:p>
      </w:docPartBody>
    </w:docPart>
    <w:docPart>
      <w:docPartPr>
        <w:name w:val="9975A395390841458094BF28E7BCA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D06114-7ACB-4C01-887B-7A10579803FD}"/>
      </w:docPartPr>
      <w:docPartBody>
        <w:p w:rsidR="00E41512" w:rsidRDefault="00EB36EA" w:rsidP="00EB36EA">
          <w:pPr>
            <w:pStyle w:val="9975A395390841458094BF28E7BCAC4F"/>
          </w:pPr>
          <w:r>
            <w:t>Product</w:t>
          </w:r>
        </w:p>
      </w:docPartBody>
    </w:docPart>
    <w:docPart>
      <w:docPartPr>
        <w:name w:val="44BADC2810524A0FB10846C32F3DE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A01B2A-19D9-47F6-A1C0-2684CA606D56}"/>
      </w:docPartPr>
      <w:docPartBody>
        <w:p w:rsidR="00E41512" w:rsidRDefault="00EB36EA" w:rsidP="00EB36EA">
          <w:pPr>
            <w:pStyle w:val="44BADC2810524A0FB10846C32F3DEEE9"/>
          </w:pPr>
          <w:r>
            <w:t>Product description</w:t>
          </w:r>
        </w:p>
      </w:docPartBody>
    </w:docPart>
    <w:docPart>
      <w:docPartPr>
        <w:name w:val="DC5E82F4494D4DF99C48706B40F7D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E840D-7D40-4A4B-877B-E79AB78C8A13}"/>
      </w:docPartPr>
      <w:docPartBody>
        <w:p w:rsidR="00E41512" w:rsidRDefault="00EB36EA" w:rsidP="00EB36EA">
          <w:pPr>
            <w:pStyle w:val="DC5E82F4494D4DF99C48706B40F7D445"/>
          </w:pPr>
          <w:r>
            <w:rPr>
              <w:lang w:eastAsia="ja-JP"/>
            </w:rPr>
            <w:t>$</w:t>
          </w:r>
        </w:p>
      </w:docPartBody>
    </w:docPart>
    <w:docPart>
      <w:docPartPr>
        <w:name w:val="42B35AA739544991BFA9C96D31FD3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51FA7-FDA0-4F72-88F0-CD44C7285DB0}"/>
      </w:docPartPr>
      <w:docPartBody>
        <w:p w:rsidR="00E41512" w:rsidRDefault="00EB36EA" w:rsidP="00EB36EA">
          <w:pPr>
            <w:pStyle w:val="42B35AA739544991BFA9C96D31FD33E6"/>
          </w:pPr>
          <w:r>
            <w:rPr>
              <w:lang w:eastAsia="ja-JP"/>
            </w:rPr>
            <w:t>$</w:t>
          </w:r>
        </w:p>
      </w:docPartBody>
    </w:docPart>
    <w:docPart>
      <w:docPartPr>
        <w:name w:val="35553DDD77694D23BFCA9C91B6BAAA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266E71-F114-4C2D-AADF-A52C7A935F08}"/>
      </w:docPartPr>
      <w:docPartBody>
        <w:p w:rsidR="00E41512" w:rsidRDefault="00EB36EA" w:rsidP="00EB36EA">
          <w:pPr>
            <w:pStyle w:val="35553DDD77694D23BFCA9C91B6BAAAB1"/>
          </w:pPr>
          <w:r>
            <w:t>Product</w:t>
          </w:r>
        </w:p>
      </w:docPartBody>
    </w:docPart>
    <w:docPart>
      <w:docPartPr>
        <w:name w:val="7FD1C62F96134876AD4B11692F0266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93CD2F-C430-47CA-B0BF-14145BFB980A}"/>
      </w:docPartPr>
      <w:docPartBody>
        <w:p w:rsidR="00E41512" w:rsidRDefault="00EB36EA" w:rsidP="00EB36EA">
          <w:pPr>
            <w:pStyle w:val="7FD1C62F96134876AD4B11692F0266FF"/>
          </w:pPr>
          <w:r>
            <w:t>Product description</w:t>
          </w:r>
        </w:p>
      </w:docPartBody>
    </w:docPart>
    <w:docPart>
      <w:docPartPr>
        <w:name w:val="7D8D0405575B457B90B2385B0162EC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0B1629-E4D9-462E-BAC3-7644C46139E4}"/>
      </w:docPartPr>
      <w:docPartBody>
        <w:p w:rsidR="00E41512" w:rsidRDefault="00EB36EA" w:rsidP="00EB36EA">
          <w:pPr>
            <w:pStyle w:val="7D8D0405575B457B90B2385B0162EC77"/>
          </w:pPr>
          <w:r>
            <w:rPr>
              <w:lang w:eastAsia="ja-JP"/>
            </w:rPr>
            <w:t>$</w:t>
          </w:r>
        </w:p>
      </w:docPartBody>
    </w:docPart>
    <w:docPart>
      <w:docPartPr>
        <w:name w:val="E302A78AC8C7428C86764A0094358D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3084E2-E757-4EB6-8457-B8B46ADACF43}"/>
      </w:docPartPr>
      <w:docPartBody>
        <w:p w:rsidR="00E41512" w:rsidRDefault="00EB36EA" w:rsidP="00EB36EA">
          <w:pPr>
            <w:pStyle w:val="E302A78AC8C7428C86764A0094358DDB"/>
          </w:pPr>
          <w:r>
            <w:rPr>
              <w:lang w:eastAsia="ja-JP"/>
            </w:rPr>
            <w:t>$</w:t>
          </w:r>
        </w:p>
      </w:docPartBody>
    </w:docPart>
    <w:docPart>
      <w:docPartPr>
        <w:name w:val="23C5A1B5D4B748FE9801436F506931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3AC821-A796-4339-A5A8-A551C43BBC8C}"/>
      </w:docPartPr>
      <w:docPartBody>
        <w:p w:rsidR="00E41512" w:rsidRDefault="00EB36EA" w:rsidP="00EB36EA">
          <w:pPr>
            <w:pStyle w:val="23C5A1B5D4B748FE9801436F506931AC"/>
          </w:pPr>
          <w:r>
            <w:t>Product</w:t>
          </w:r>
        </w:p>
      </w:docPartBody>
    </w:docPart>
    <w:docPart>
      <w:docPartPr>
        <w:name w:val="868A8959682C4640AE01187589D75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815094-1F89-4404-885B-94E33EC2C9A7}"/>
      </w:docPartPr>
      <w:docPartBody>
        <w:p w:rsidR="00E41512" w:rsidRDefault="00EB36EA" w:rsidP="00EB36EA">
          <w:pPr>
            <w:pStyle w:val="868A8959682C4640AE01187589D75AC9"/>
          </w:pPr>
          <w:r>
            <w:t>Product description</w:t>
          </w:r>
        </w:p>
      </w:docPartBody>
    </w:docPart>
    <w:docPart>
      <w:docPartPr>
        <w:name w:val="7A13F38F807041048DB584F2954CF8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EB6BF-FA85-45E1-B692-C824CE8A4950}"/>
      </w:docPartPr>
      <w:docPartBody>
        <w:p w:rsidR="00E41512" w:rsidRDefault="00EB36EA" w:rsidP="00EB36EA">
          <w:pPr>
            <w:pStyle w:val="7A13F38F807041048DB584F2954CF887"/>
          </w:pPr>
          <w:r>
            <w:rPr>
              <w:lang w:eastAsia="ja-JP"/>
            </w:rPr>
            <w:t>$</w:t>
          </w:r>
        </w:p>
      </w:docPartBody>
    </w:docPart>
    <w:docPart>
      <w:docPartPr>
        <w:name w:val="0182A4E1E14640CBBE36A4CD44239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85A7D6-A303-487B-B7F5-D3446B86AD80}"/>
      </w:docPartPr>
      <w:docPartBody>
        <w:p w:rsidR="00E41512" w:rsidRDefault="00EB36EA" w:rsidP="00EB36EA">
          <w:pPr>
            <w:pStyle w:val="0182A4E1E14640CBBE36A4CD4423978A"/>
          </w:pPr>
          <w:r>
            <w:rPr>
              <w:lang w:eastAsia="ja-JP"/>
            </w:rPr>
            <w:t>$</w:t>
          </w:r>
        </w:p>
      </w:docPartBody>
    </w:docPart>
    <w:docPart>
      <w:docPartPr>
        <w:name w:val="65CC1B8B9B9741458FF11D7F4C573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4B2EE0-6CF2-415F-A33B-F6F8E49F4818}"/>
      </w:docPartPr>
      <w:docPartBody>
        <w:p w:rsidR="00E41512" w:rsidRDefault="00EB36EA" w:rsidP="00EB36EA">
          <w:pPr>
            <w:pStyle w:val="65CC1B8B9B9741458FF11D7F4C573DD6"/>
          </w:pPr>
          <w:r>
            <w:t>Product</w:t>
          </w:r>
        </w:p>
      </w:docPartBody>
    </w:docPart>
    <w:docPart>
      <w:docPartPr>
        <w:name w:val="AC124766C088413781000430F05C4F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4017C-C4C2-4B7B-B007-3DC12F48897A}"/>
      </w:docPartPr>
      <w:docPartBody>
        <w:p w:rsidR="00E41512" w:rsidRDefault="00EB36EA" w:rsidP="00EB36EA">
          <w:pPr>
            <w:pStyle w:val="AC124766C088413781000430F05C4F49"/>
          </w:pPr>
          <w:r>
            <w:t>Product description</w:t>
          </w:r>
        </w:p>
      </w:docPartBody>
    </w:docPart>
    <w:docPart>
      <w:docPartPr>
        <w:name w:val="FF5DDE6915F545309B407D12F84199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0E4FD8-DBA6-4DD1-9750-D1EC6D052C79}"/>
      </w:docPartPr>
      <w:docPartBody>
        <w:p w:rsidR="00E41512" w:rsidRDefault="00EB36EA" w:rsidP="00EB36EA">
          <w:pPr>
            <w:pStyle w:val="FF5DDE6915F545309B407D12F8419973"/>
          </w:pPr>
          <w:r>
            <w:rPr>
              <w:lang w:eastAsia="ja-JP"/>
            </w:rPr>
            <w:t>$</w:t>
          </w:r>
        </w:p>
      </w:docPartBody>
    </w:docPart>
    <w:docPart>
      <w:docPartPr>
        <w:name w:val="3709DAF9C9644DE7802BAA2E1F842F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743481-4A47-4E50-A2B6-81ABF5E00CB0}"/>
      </w:docPartPr>
      <w:docPartBody>
        <w:p w:rsidR="00E41512" w:rsidRDefault="00EB36EA" w:rsidP="00EB36EA">
          <w:pPr>
            <w:pStyle w:val="3709DAF9C9644DE7802BAA2E1F842F38"/>
          </w:pPr>
          <w:r>
            <w:rPr>
              <w:lang w:eastAsia="ja-JP"/>
            </w:rPr>
            <w:t>$</w:t>
          </w:r>
        </w:p>
      </w:docPartBody>
    </w:docPart>
    <w:docPart>
      <w:docPartPr>
        <w:name w:val="C504017B899C4BF783699E0D96F78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C336BB-07B8-48DF-8F4E-E50AC86D077E}"/>
      </w:docPartPr>
      <w:docPartBody>
        <w:p w:rsidR="00E41512" w:rsidRDefault="00EB36EA" w:rsidP="00EB36EA">
          <w:pPr>
            <w:pStyle w:val="C504017B899C4BF783699E0D96F782E0"/>
          </w:pPr>
          <w:r>
            <w:t>Product</w:t>
          </w:r>
        </w:p>
      </w:docPartBody>
    </w:docPart>
    <w:docPart>
      <w:docPartPr>
        <w:name w:val="32EB6BB5503F498BB2326F94A0722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220FB8-9E5E-4A2F-B255-18BC66A51487}"/>
      </w:docPartPr>
      <w:docPartBody>
        <w:p w:rsidR="00E41512" w:rsidRDefault="00EB36EA" w:rsidP="00EB36EA">
          <w:pPr>
            <w:pStyle w:val="32EB6BB5503F498BB2326F94A07222A5"/>
          </w:pPr>
          <w:r>
            <w:t>Product description</w:t>
          </w:r>
        </w:p>
      </w:docPartBody>
    </w:docPart>
    <w:docPart>
      <w:docPartPr>
        <w:name w:val="02452B4CE9CF46098D4EE7AA68C97B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05740-A0C7-4FE8-8DF9-E4B3D180DBE1}"/>
      </w:docPartPr>
      <w:docPartBody>
        <w:p w:rsidR="00E41512" w:rsidRDefault="00EB36EA" w:rsidP="00EB36EA">
          <w:pPr>
            <w:pStyle w:val="02452B4CE9CF46098D4EE7AA68C97B11"/>
          </w:pPr>
          <w:r>
            <w:rPr>
              <w:lang w:eastAsia="ja-JP"/>
            </w:rPr>
            <w:t>$</w:t>
          </w:r>
        </w:p>
      </w:docPartBody>
    </w:docPart>
    <w:docPart>
      <w:docPartPr>
        <w:name w:val="ADF667C761D743D0B2612CD27C65ED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6900EB-9D08-4ACE-A59A-A11610DBE437}"/>
      </w:docPartPr>
      <w:docPartBody>
        <w:p w:rsidR="00E41512" w:rsidRDefault="00EB36EA" w:rsidP="00EB36EA">
          <w:pPr>
            <w:pStyle w:val="ADF667C761D743D0B2612CD27C65EDDE"/>
          </w:pPr>
          <w:r>
            <w:rPr>
              <w:lang w:eastAsia="ja-JP"/>
            </w:rPr>
            <w:t>$</w:t>
          </w:r>
        </w:p>
      </w:docPartBody>
    </w:docPart>
    <w:docPart>
      <w:docPartPr>
        <w:name w:val="804A675AEEB2451CAD6764F1E06C74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D0136-5E19-4D30-AD73-F1632E3AC178}"/>
      </w:docPartPr>
      <w:docPartBody>
        <w:p w:rsidR="00E41512" w:rsidRDefault="00EB36EA" w:rsidP="00EB36EA">
          <w:pPr>
            <w:pStyle w:val="804A675AEEB2451CAD6764F1E06C741E"/>
          </w:pPr>
          <w:r>
            <w:t>Product</w:t>
          </w:r>
        </w:p>
      </w:docPartBody>
    </w:docPart>
    <w:docPart>
      <w:docPartPr>
        <w:name w:val="AD8BF900CC104C2192BA057297CE29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39F286-A339-4407-84EE-D99164C3EF4E}"/>
      </w:docPartPr>
      <w:docPartBody>
        <w:p w:rsidR="00E41512" w:rsidRDefault="00EB36EA" w:rsidP="00EB36EA">
          <w:pPr>
            <w:pStyle w:val="AD8BF900CC104C2192BA057297CE293E"/>
          </w:pPr>
          <w:r>
            <w:t>Product description</w:t>
          </w:r>
        </w:p>
      </w:docPartBody>
    </w:docPart>
    <w:docPart>
      <w:docPartPr>
        <w:name w:val="D396F37250CC4B1EADDE26E733B69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491B3-0714-40F3-86CD-B49869FC57A4}"/>
      </w:docPartPr>
      <w:docPartBody>
        <w:p w:rsidR="00E41512" w:rsidRDefault="00EB36EA" w:rsidP="00EB36EA">
          <w:pPr>
            <w:pStyle w:val="D396F37250CC4B1EADDE26E733B69DB6"/>
          </w:pPr>
          <w:r>
            <w:rPr>
              <w:lang w:eastAsia="ja-JP"/>
            </w:rPr>
            <w:t>$</w:t>
          </w:r>
        </w:p>
      </w:docPartBody>
    </w:docPart>
    <w:docPart>
      <w:docPartPr>
        <w:name w:val="32D3A7CC8DC24882AA8DDBD2FAD5EA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1B84E5-3FE7-4E81-9E27-3B88934BB38C}"/>
      </w:docPartPr>
      <w:docPartBody>
        <w:p w:rsidR="00E41512" w:rsidRDefault="00EB36EA" w:rsidP="00EB36EA">
          <w:pPr>
            <w:pStyle w:val="32D3A7CC8DC24882AA8DDBD2FAD5EAD1"/>
          </w:pPr>
          <w:r>
            <w:rPr>
              <w:lang w:eastAsia="ja-JP"/>
            </w:rPr>
            <w:t>$</w:t>
          </w:r>
        </w:p>
      </w:docPartBody>
    </w:docPart>
    <w:docPart>
      <w:docPartPr>
        <w:name w:val="7B3E27603C1249769C454A0E6828F5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426B4F-66A5-45E9-9AD6-4E733E680320}"/>
      </w:docPartPr>
      <w:docPartBody>
        <w:p w:rsidR="00E41512" w:rsidRDefault="00EB36EA" w:rsidP="00EB36EA">
          <w:pPr>
            <w:pStyle w:val="7B3E27603C1249769C454A0E6828F5D3"/>
          </w:pPr>
          <w:r>
            <w:t>Product</w:t>
          </w:r>
        </w:p>
      </w:docPartBody>
    </w:docPart>
    <w:docPart>
      <w:docPartPr>
        <w:name w:val="B5B6179C146849A0B541CE5F26203E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331AAA-ABBF-41DD-BF10-A3CFE9569120}"/>
      </w:docPartPr>
      <w:docPartBody>
        <w:p w:rsidR="00E41512" w:rsidRDefault="00EB36EA" w:rsidP="00EB36EA">
          <w:pPr>
            <w:pStyle w:val="B5B6179C146849A0B541CE5F26203E60"/>
          </w:pPr>
          <w:r>
            <w:t>Product description</w:t>
          </w:r>
        </w:p>
      </w:docPartBody>
    </w:docPart>
    <w:docPart>
      <w:docPartPr>
        <w:name w:val="0088AEA189A64BEF8992CCFB52210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18C918-7185-4A39-9FF3-B743AFF5B4D8}"/>
      </w:docPartPr>
      <w:docPartBody>
        <w:p w:rsidR="00E41512" w:rsidRDefault="00EB36EA" w:rsidP="00EB36EA">
          <w:pPr>
            <w:pStyle w:val="0088AEA189A64BEF8992CCFB5221095E"/>
          </w:pPr>
          <w:r>
            <w:rPr>
              <w:lang w:eastAsia="ja-JP"/>
            </w:rPr>
            <w:t>$</w:t>
          </w:r>
        </w:p>
      </w:docPartBody>
    </w:docPart>
    <w:docPart>
      <w:docPartPr>
        <w:name w:val="DB9ED9E0F6B94ED3A8A8544E79E515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E84D8-6764-4DB0-8162-64D86E55A407}"/>
      </w:docPartPr>
      <w:docPartBody>
        <w:p w:rsidR="00E41512" w:rsidRDefault="00EB36EA" w:rsidP="00EB36EA">
          <w:pPr>
            <w:pStyle w:val="DB9ED9E0F6B94ED3A8A8544E79E51506"/>
          </w:pPr>
          <w:r>
            <w:rPr>
              <w:lang w:eastAsia="ja-JP"/>
            </w:rPr>
            <w:t>$</w:t>
          </w:r>
        </w:p>
      </w:docPartBody>
    </w:docPart>
    <w:docPart>
      <w:docPartPr>
        <w:name w:val="14A2768B3E4C48619C06FC419DD321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8EAA09-AEFB-405B-B557-DAAFB43B6B5E}"/>
      </w:docPartPr>
      <w:docPartBody>
        <w:p w:rsidR="00E41512" w:rsidRDefault="00EB36EA" w:rsidP="00EB36EA">
          <w:pPr>
            <w:pStyle w:val="14A2768B3E4C48619C06FC419DD3219B"/>
          </w:pPr>
          <w:r>
            <w:t>Product</w:t>
          </w:r>
        </w:p>
      </w:docPartBody>
    </w:docPart>
    <w:docPart>
      <w:docPartPr>
        <w:name w:val="8FECEF6817394493A676211D23C0B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527CDD-29CB-4A9F-8C1C-09B84C6D1A92}"/>
      </w:docPartPr>
      <w:docPartBody>
        <w:p w:rsidR="00E41512" w:rsidRDefault="00EB36EA" w:rsidP="00EB36EA">
          <w:pPr>
            <w:pStyle w:val="8FECEF6817394493A676211D23C0B181"/>
          </w:pPr>
          <w:r>
            <w:t>Product description</w:t>
          </w:r>
        </w:p>
      </w:docPartBody>
    </w:docPart>
    <w:docPart>
      <w:docPartPr>
        <w:name w:val="4854735259D44C9CAE78D4C7463882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AFB714-FE18-4B57-B2C1-AC210DA770D2}"/>
      </w:docPartPr>
      <w:docPartBody>
        <w:p w:rsidR="00E41512" w:rsidRDefault="00EB36EA" w:rsidP="00EB36EA">
          <w:pPr>
            <w:pStyle w:val="4854735259D44C9CAE78D4C74638829A"/>
          </w:pPr>
          <w:r>
            <w:rPr>
              <w:lang w:eastAsia="ja-JP"/>
            </w:rPr>
            <w:t>$</w:t>
          </w:r>
        </w:p>
      </w:docPartBody>
    </w:docPart>
    <w:docPart>
      <w:docPartPr>
        <w:name w:val="B6E4EA86E5D043BEA246477AA20D6C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77DEC-868C-43FE-A3B8-58C31E6B1E8F}"/>
      </w:docPartPr>
      <w:docPartBody>
        <w:p w:rsidR="00E41512" w:rsidRDefault="00EB36EA" w:rsidP="00EB36EA">
          <w:pPr>
            <w:pStyle w:val="B6E4EA86E5D043BEA246477AA20D6C8C"/>
          </w:pPr>
          <w:r>
            <w:rPr>
              <w:lang w:eastAsia="ja-JP"/>
            </w:rPr>
            <w:t>$</w:t>
          </w:r>
        </w:p>
      </w:docPartBody>
    </w:docPart>
    <w:docPart>
      <w:docPartPr>
        <w:name w:val="AEC7F10F1E4442908E37B5BF0EF7C5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1D2AC4-716F-40CC-9C04-9EBFCAA79D0F}"/>
      </w:docPartPr>
      <w:docPartBody>
        <w:p w:rsidR="00E41512" w:rsidRDefault="00EB36EA" w:rsidP="00EB36EA">
          <w:pPr>
            <w:pStyle w:val="AEC7F10F1E4442908E37B5BF0EF7C51B"/>
          </w:pPr>
          <w:r>
            <w:t>Product</w:t>
          </w:r>
        </w:p>
      </w:docPartBody>
    </w:docPart>
    <w:docPart>
      <w:docPartPr>
        <w:name w:val="213FA58647D44823934674A8554DD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463FF6-3D40-4670-B5C0-FFAD075FAD5B}"/>
      </w:docPartPr>
      <w:docPartBody>
        <w:p w:rsidR="00E41512" w:rsidRDefault="00EB36EA" w:rsidP="00EB36EA">
          <w:pPr>
            <w:pStyle w:val="213FA58647D44823934674A8554DD6D6"/>
          </w:pPr>
          <w:r>
            <w:t>Product description</w:t>
          </w:r>
        </w:p>
      </w:docPartBody>
    </w:docPart>
    <w:docPart>
      <w:docPartPr>
        <w:name w:val="1F94DE4BE163403CB534EC331D28C0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1F1F06-5DBB-40E7-9874-D4A9A6FB0FED}"/>
      </w:docPartPr>
      <w:docPartBody>
        <w:p w:rsidR="00E41512" w:rsidRDefault="00EB36EA" w:rsidP="00EB36EA">
          <w:pPr>
            <w:pStyle w:val="1F94DE4BE163403CB534EC331D28C0E6"/>
          </w:pPr>
          <w:r>
            <w:rPr>
              <w:lang w:eastAsia="ja-JP"/>
            </w:rPr>
            <w:t>$</w:t>
          </w:r>
        </w:p>
      </w:docPartBody>
    </w:docPart>
    <w:docPart>
      <w:docPartPr>
        <w:name w:val="14CB7C6918C247968DD07C0E04862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F0E121-F339-4C5B-9DF1-2DFD423A7D7B}"/>
      </w:docPartPr>
      <w:docPartBody>
        <w:p w:rsidR="00E41512" w:rsidRDefault="00EB36EA" w:rsidP="00EB36EA">
          <w:pPr>
            <w:pStyle w:val="14CB7C6918C247968DD07C0E0486261E"/>
          </w:pPr>
          <w:r>
            <w:rPr>
              <w:lang w:eastAsia="ja-JP"/>
            </w:rPr>
            <w:t>$</w:t>
          </w:r>
        </w:p>
      </w:docPartBody>
    </w:docPart>
    <w:docPart>
      <w:docPartPr>
        <w:name w:val="971C8078972A4173B986D7504904CE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6B76A6-A988-4E67-BF61-88652492935A}"/>
      </w:docPartPr>
      <w:docPartBody>
        <w:p w:rsidR="00E41512" w:rsidRDefault="00EB36EA" w:rsidP="00EB36EA">
          <w:pPr>
            <w:pStyle w:val="971C8078972A4173B986D7504904CE86"/>
          </w:pPr>
          <w:r>
            <w:t>Product</w:t>
          </w:r>
        </w:p>
      </w:docPartBody>
    </w:docPart>
    <w:docPart>
      <w:docPartPr>
        <w:name w:val="872B79F4A4D341F3A7E12AFC2080AD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2CDC9A-6EF6-4F4E-AE07-EBAC1F0CD54B}"/>
      </w:docPartPr>
      <w:docPartBody>
        <w:p w:rsidR="00E41512" w:rsidRDefault="00EB36EA" w:rsidP="00EB36EA">
          <w:pPr>
            <w:pStyle w:val="872B79F4A4D341F3A7E12AFC2080AD14"/>
          </w:pPr>
          <w:r>
            <w:t>Product description</w:t>
          </w:r>
        </w:p>
      </w:docPartBody>
    </w:docPart>
    <w:docPart>
      <w:docPartPr>
        <w:name w:val="A4F4E3840591419CBA49B52C059C1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1D71D6-F625-4D93-95D2-647FB3FC9FBC}"/>
      </w:docPartPr>
      <w:docPartBody>
        <w:p w:rsidR="00E41512" w:rsidRDefault="00EB36EA" w:rsidP="00EB36EA">
          <w:pPr>
            <w:pStyle w:val="A4F4E3840591419CBA49B52C059C10E7"/>
          </w:pPr>
          <w:r>
            <w:rPr>
              <w:lang w:eastAsia="ja-JP"/>
            </w:rPr>
            <w:t>$</w:t>
          </w:r>
        </w:p>
      </w:docPartBody>
    </w:docPart>
    <w:docPart>
      <w:docPartPr>
        <w:name w:val="883DCB1443144EC8A2F16D6F02AEF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6ABB46-37C8-4E19-AF97-593A78DE7C82}"/>
      </w:docPartPr>
      <w:docPartBody>
        <w:p w:rsidR="00E41512" w:rsidRDefault="00EB36EA" w:rsidP="00EB36EA">
          <w:pPr>
            <w:pStyle w:val="883DCB1443144EC8A2F16D6F02AEF7A4"/>
          </w:pPr>
          <w:r>
            <w:rPr>
              <w:lang w:eastAsia="ja-JP"/>
            </w:rPr>
            <w:t>$</w:t>
          </w:r>
        </w:p>
      </w:docPartBody>
    </w:docPart>
    <w:docPart>
      <w:docPartPr>
        <w:name w:val="ABD309F8189D434E8596B114BC8412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CD8C2-B75A-45A3-9060-F1F4A0878C56}"/>
      </w:docPartPr>
      <w:docPartBody>
        <w:p w:rsidR="00E41512" w:rsidRDefault="00EB36EA" w:rsidP="00EB36EA">
          <w:pPr>
            <w:pStyle w:val="ABD309F8189D434E8596B114BC841205"/>
          </w:pPr>
          <w:r>
            <w:t>Product</w:t>
          </w:r>
        </w:p>
      </w:docPartBody>
    </w:docPart>
    <w:docPart>
      <w:docPartPr>
        <w:name w:val="4704707934CF4C8B84C71499828DA8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D513E7-B552-415D-A8B7-BA7140217D1A}"/>
      </w:docPartPr>
      <w:docPartBody>
        <w:p w:rsidR="00E41512" w:rsidRDefault="00EB36EA" w:rsidP="00EB36EA">
          <w:pPr>
            <w:pStyle w:val="4704707934CF4C8B84C71499828DA8DB"/>
          </w:pPr>
          <w:r>
            <w:t>Product description</w:t>
          </w:r>
        </w:p>
      </w:docPartBody>
    </w:docPart>
    <w:docPart>
      <w:docPartPr>
        <w:name w:val="BE510115E3B44BD6827BBB7CD1F376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5E757E-3FCE-4349-95E3-09252F86A254}"/>
      </w:docPartPr>
      <w:docPartBody>
        <w:p w:rsidR="00E41512" w:rsidRDefault="00EB36EA" w:rsidP="00EB36EA">
          <w:pPr>
            <w:pStyle w:val="BE510115E3B44BD6827BBB7CD1F376D8"/>
          </w:pPr>
          <w:r>
            <w:rPr>
              <w:lang w:eastAsia="ja-JP"/>
            </w:rPr>
            <w:t>$</w:t>
          </w:r>
        </w:p>
      </w:docPartBody>
    </w:docPart>
    <w:docPart>
      <w:docPartPr>
        <w:name w:val="E45365F7BAEC4C1A8360061CF741CD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D2536C-842B-4A22-8E2D-CECC2EB27D7E}"/>
      </w:docPartPr>
      <w:docPartBody>
        <w:p w:rsidR="00E41512" w:rsidRDefault="00EB36EA" w:rsidP="00EB36EA">
          <w:pPr>
            <w:pStyle w:val="E45365F7BAEC4C1A8360061CF741CD67"/>
          </w:pPr>
          <w:r>
            <w:rPr>
              <w:lang w:eastAsia="ja-JP"/>
            </w:rPr>
            <w:t>$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6EA"/>
    <w:rsid w:val="00457E05"/>
    <w:rsid w:val="00E41512"/>
    <w:rsid w:val="00E6343E"/>
    <w:rsid w:val="00EB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pPr>
      <w:spacing w:after="0" w:line="312" w:lineRule="auto"/>
    </w:pPr>
    <w:rPr>
      <w:rFonts w:asciiTheme="majorHAnsi" w:hAnsiTheme="majorHAnsi"/>
      <w:color w:val="000000" w:themeColor="text1"/>
      <w:sz w:val="32"/>
      <w:szCs w:val="32"/>
      <w:lang w:eastAsia="ja-JP"/>
    </w:rPr>
  </w:style>
  <w:style w:type="character" w:customStyle="1" w:styleId="DateChar">
    <w:name w:val="Date Char"/>
    <w:basedOn w:val="DefaultParagraphFont"/>
    <w:link w:val="Date"/>
    <w:uiPriority w:val="99"/>
    <w:rPr>
      <w:rFonts w:asciiTheme="majorHAnsi" w:hAnsiTheme="majorHAnsi"/>
      <w:color w:val="000000" w:themeColor="text1"/>
      <w:sz w:val="32"/>
      <w:szCs w:val="32"/>
      <w:lang w:eastAsia="ja-JP"/>
    </w:rPr>
  </w:style>
  <w:style w:type="paragraph" w:customStyle="1" w:styleId="255CCB98C57045A4AAA7BE0F2AC093AE">
    <w:name w:val="255CCB98C57045A4AAA7BE0F2AC093AE"/>
  </w:style>
  <w:style w:type="paragraph" w:customStyle="1" w:styleId="9C818761F45D4DEE93CA46313705F068">
    <w:name w:val="9C818761F45D4DEE93CA46313705F068"/>
  </w:style>
  <w:style w:type="paragraph" w:customStyle="1" w:styleId="7A48072FECAD4EE6809365066B2E4B7F">
    <w:name w:val="7A48072FECAD4EE6809365066B2E4B7F"/>
  </w:style>
  <w:style w:type="paragraph" w:customStyle="1" w:styleId="DAE50ED8AFF44547A16B418D50B12ECF">
    <w:name w:val="DAE50ED8AFF44547A16B418D50B12ECF"/>
  </w:style>
  <w:style w:type="paragraph" w:customStyle="1" w:styleId="6BA1B7CD5B724A23A6A5D2389F5AD184">
    <w:name w:val="6BA1B7CD5B724A23A6A5D2389F5AD184"/>
  </w:style>
  <w:style w:type="paragraph" w:customStyle="1" w:styleId="4C2C33D9DC5B48D8821A9606F459CE77">
    <w:name w:val="4C2C33D9DC5B48D8821A9606F459CE77"/>
  </w:style>
  <w:style w:type="paragraph" w:customStyle="1" w:styleId="3C56C87DE13547E6AF0B782BB2CAC2B3">
    <w:name w:val="3C56C87DE13547E6AF0B782BB2CAC2B3"/>
  </w:style>
  <w:style w:type="paragraph" w:customStyle="1" w:styleId="95C5099E6B1A41BEA0308187219871BB">
    <w:name w:val="95C5099E6B1A41BEA0308187219871BB"/>
  </w:style>
  <w:style w:type="paragraph" w:customStyle="1" w:styleId="9EB940933B0148FDB3E362636435D2C6">
    <w:name w:val="9EB940933B0148FDB3E362636435D2C6"/>
  </w:style>
  <w:style w:type="paragraph" w:customStyle="1" w:styleId="4F77B980E2034016A728CEEEADEF6931">
    <w:name w:val="4F77B980E2034016A728CEEEADEF6931"/>
  </w:style>
  <w:style w:type="paragraph" w:customStyle="1" w:styleId="3E10BB9362E84700894170624DD13176">
    <w:name w:val="3E10BB9362E84700894170624DD13176"/>
  </w:style>
  <w:style w:type="paragraph" w:customStyle="1" w:styleId="E8F1571244BF40658FFEA54E35B2F43C">
    <w:name w:val="E8F1571244BF40658FFEA54E35B2F43C"/>
  </w:style>
  <w:style w:type="paragraph" w:customStyle="1" w:styleId="52A7E2D7695144AC8E4542BE222F4D41">
    <w:name w:val="52A7E2D7695144AC8E4542BE222F4D41"/>
  </w:style>
  <w:style w:type="paragraph" w:customStyle="1" w:styleId="7180B669B9CA42429332ECA7EBD2780A">
    <w:name w:val="7180B669B9CA42429332ECA7EBD2780A"/>
  </w:style>
  <w:style w:type="paragraph" w:customStyle="1" w:styleId="B4CE09CD5F604FCBB0EFDEC2DB20C1FA">
    <w:name w:val="B4CE09CD5F604FCBB0EFDEC2DB20C1FA"/>
  </w:style>
  <w:style w:type="paragraph" w:customStyle="1" w:styleId="DFE06AF6915D4ADB8CD5F4CAE2E294BB">
    <w:name w:val="DFE06AF6915D4ADB8CD5F4CAE2E294BB"/>
  </w:style>
  <w:style w:type="paragraph" w:customStyle="1" w:styleId="5A1DFF9CDCF6421AB9228BCE1A02EE48">
    <w:name w:val="5A1DFF9CDCF6421AB9228BCE1A02EE48"/>
  </w:style>
  <w:style w:type="paragraph" w:customStyle="1" w:styleId="F58D3C6E30D142A6A98CBC9E009D5BC8">
    <w:name w:val="F58D3C6E30D142A6A98CBC9E009D5BC8"/>
  </w:style>
  <w:style w:type="paragraph" w:customStyle="1" w:styleId="185AF986B6774118902665DBECCD3310">
    <w:name w:val="185AF986B6774118902665DBECCD3310"/>
  </w:style>
  <w:style w:type="paragraph" w:customStyle="1" w:styleId="75D89227464F46A2B5D850744568C931">
    <w:name w:val="75D89227464F46A2B5D850744568C931"/>
  </w:style>
  <w:style w:type="paragraph" w:customStyle="1" w:styleId="C9F247D53B0B418B98A0102DDA8CEE86">
    <w:name w:val="C9F247D53B0B418B98A0102DDA8CEE86"/>
  </w:style>
  <w:style w:type="paragraph" w:customStyle="1" w:styleId="92B8E6F92E2B4822AA0D4025D7CCE510">
    <w:name w:val="92B8E6F92E2B4822AA0D4025D7CCE510"/>
  </w:style>
  <w:style w:type="paragraph" w:customStyle="1" w:styleId="CC4FA39C159D4271A68ABA10948AF679">
    <w:name w:val="CC4FA39C159D4271A68ABA10948AF679"/>
  </w:style>
  <w:style w:type="paragraph" w:customStyle="1" w:styleId="96DA9A07622E47FDB22C6418FE36E493">
    <w:name w:val="96DA9A07622E47FDB22C6418FE36E493"/>
  </w:style>
  <w:style w:type="paragraph" w:customStyle="1" w:styleId="E1581401A02D4E4C96B7D6A7C7974E18">
    <w:name w:val="E1581401A02D4E4C96B7D6A7C7974E18"/>
  </w:style>
  <w:style w:type="paragraph" w:customStyle="1" w:styleId="81077A0E8FA04B3FAB6A3F86A6C35285">
    <w:name w:val="81077A0E8FA04B3FAB6A3F86A6C35285"/>
  </w:style>
  <w:style w:type="paragraph" w:customStyle="1" w:styleId="7DA8209C89164CA99739D30AEF0676F7">
    <w:name w:val="7DA8209C89164CA99739D30AEF0676F7"/>
  </w:style>
  <w:style w:type="paragraph" w:customStyle="1" w:styleId="6B034F4B30B34DEB9ACB80D8BDC9387E">
    <w:name w:val="6B034F4B30B34DEB9ACB80D8BDC9387E"/>
  </w:style>
  <w:style w:type="paragraph" w:customStyle="1" w:styleId="49319D4EA9CA4E93943EB7027CEC8D7D">
    <w:name w:val="49319D4EA9CA4E93943EB7027CEC8D7D"/>
  </w:style>
  <w:style w:type="paragraph" w:customStyle="1" w:styleId="8B92D562B3A34F14A350B037A7963598">
    <w:name w:val="8B92D562B3A34F14A350B037A7963598"/>
  </w:style>
  <w:style w:type="paragraph" w:customStyle="1" w:styleId="81E310E8A49B47D3AE572EF242AF9BD0">
    <w:name w:val="81E310E8A49B47D3AE572EF242AF9BD0"/>
  </w:style>
  <w:style w:type="paragraph" w:customStyle="1" w:styleId="973F8E6CAA644A24BE5CAAD52FB1CB30">
    <w:name w:val="973F8E6CAA644A24BE5CAAD52FB1CB30"/>
  </w:style>
  <w:style w:type="paragraph" w:customStyle="1" w:styleId="AA64230A911D476498566F634248CBFA">
    <w:name w:val="AA64230A911D476498566F634248CBFA"/>
    <w:rsid w:val="00EB36EA"/>
  </w:style>
  <w:style w:type="paragraph" w:customStyle="1" w:styleId="57A448D785FE49EA95872FBFFEE4D7FE">
    <w:name w:val="57A448D785FE49EA95872FBFFEE4D7FE"/>
    <w:rsid w:val="00EB36EA"/>
  </w:style>
  <w:style w:type="paragraph" w:customStyle="1" w:styleId="11D0A82FBF734913A04AE03ADD998C09">
    <w:name w:val="11D0A82FBF734913A04AE03ADD998C09"/>
    <w:rsid w:val="00EB36EA"/>
  </w:style>
  <w:style w:type="paragraph" w:customStyle="1" w:styleId="0C118778008D426EB034600E2CB4BBB4">
    <w:name w:val="0C118778008D426EB034600E2CB4BBB4"/>
    <w:rsid w:val="00EB36EA"/>
  </w:style>
  <w:style w:type="paragraph" w:customStyle="1" w:styleId="9975A395390841458094BF28E7BCAC4F">
    <w:name w:val="9975A395390841458094BF28E7BCAC4F"/>
    <w:rsid w:val="00EB36EA"/>
  </w:style>
  <w:style w:type="paragraph" w:customStyle="1" w:styleId="44BADC2810524A0FB10846C32F3DEEE9">
    <w:name w:val="44BADC2810524A0FB10846C32F3DEEE9"/>
    <w:rsid w:val="00EB36EA"/>
  </w:style>
  <w:style w:type="paragraph" w:customStyle="1" w:styleId="DC5E82F4494D4DF99C48706B40F7D445">
    <w:name w:val="DC5E82F4494D4DF99C48706B40F7D445"/>
    <w:rsid w:val="00EB36EA"/>
  </w:style>
  <w:style w:type="paragraph" w:customStyle="1" w:styleId="42B35AA739544991BFA9C96D31FD33E6">
    <w:name w:val="42B35AA739544991BFA9C96D31FD33E6"/>
    <w:rsid w:val="00EB36EA"/>
  </w:style>
  <w:style w:type="paragraph" w:customStyle="1" w:styleId="35553DDD77694D23BFCA9C91B6BAAAB1">
    <w:name w:val="35553DDD77694D23BFCA9C91B6BAAAB1"/>
    <w:rsid w:val="00EB36EA"/>
  </w:style>
  <w:style w:type="paragraph" w:customStyle="1" w:styleId="7FD1C62F96134876AD4B11692F0266FF">
    <w:name w:val="7FD1C62F96134876AD4B11692F0266FF"/>
    <w:rsid w:val="00EB36EA"/>
  </w:style>
  <w:style w:type="paragraph" w:customStyle="1" w:styleId="7D8D0405575B457B90B2385B0162EC77">
    <w:name w:val="7D8D0405575B457B90B2385B0162EC77"/>
    <w:rsid w:val="00EB36EA"/>
  </w:style>
  <w:style w:type="paragraph" w:customStyle="1" w:styleId="E302A78AC8C7428C86764A0094358DDB">
    <w:name w:val="E302A78AC8C7428C86764A0094358DDB"/>
    <w:rsid w:val="00EB36EA"/>
  </w:style>
  <w:style w:type="paragraph" w:customStyle="1" w:styleId="23C5A1B5D4B748FE9801436F506931AC">
    <w:name w:val="23C5A1B5D4B748FE9801436F506931AC"/>
    <w:rsid w:val="00EB36EA"/>
  </w:style>
  <w:style w:type="paragraph" w:customStyle="1" w:styleId="868A8959682C4640AE01187589D75AC9">
    <w:name w:val="868A8959682C4640AE01187589D75AC9"/>
    <w:rsid w:val="00EB36EA"/>
  </w:style>
  <w:style w:type="paragraph" w:customStyle="1" w:styleId="7A13F38F807041048DB584F2954CF887">
    <w:name w:val="7A13F38F807041048DB584F2954CF887"/>
    <w:rsid w:val="00EB36EA"/>
  </w:style>
  <w:style w:type="paragraph" w:customStyle="1" w:styleId="0182A4E1E14640CBBE36A4CD4423978A">
    <w:name w:val="0182A4E1E14640CBBE36A4CD4423978A"/>
    <w:rsid w:val="00EB36EA"/>
  </w:style>
  <w:style w:type="paragraph" w:customStyle="1" w:styleId="65CC1B8B9B9741458FF11D7F4C573DD6">
    <w:name w:val="65CC1B8B9B9741458FF11D7F4C573DD6"/>
    <w:rsid w:val="00EB36EA"/>
  </w:style>
  <w:style w:type="paragraph" w:customStyle="1" w:styleId="AC124766C088413781000430F05C4F49">
    <w:name w:val="AC124766C088413781000430F05C4F49"/>
    <w:rsid w:val="00EB36EA"/>
  </w:style>
  <w:style w:type="paragraph" w:customStyle="1" w:styleId="FF5DDE6915F545309B407D12F8419973">
    <w:name w:val="FF5DDE6915F545309B407D12F8419973"/>
    <w:rsid w:val="00EB36EA"/>
  </w:style>
  <w:style w:type="paragraph" w:customStyle="1" w:styleId="3709DAF9C9644DE7802BAA2E1F842F38">
    <w:name w:val="3709DAF9C9644DE7802BAA2E1F842F38"/>
    <w:rsid w:val="00EB36EA"/>
  </w:style>
  <w:style w:type="paragraph" w:customStyle="1" w:styleId="C504017B899C4BF783699E0D96F782E0">
    <w:name w:val="C504017B899C4BF783699E0D96F782E0"/>
    <w:rsid w:val="00EB36EA"/>
  </w:style>
  <w:style w:type="paragraph" w:customStyle="1" w:styleId="32EB6BB5503F498BB2326F94A07222A5">
    <w:name w:val="32EB6BB5503F498BB2326F94A07222A5"/>
    <w:rsid w:val="00EB36EA"/>
  </w:style>
  <w:style w:type="paragraph" w:customStyle="1" w:styleId="02452B4CE9CF46098D4EE7AA68C97B11">
    <w:name w:val="02452B4CE9CF46098D4EE7AA68C97B11"/>
    <w:rsid w:val="00EB36EA"/>
  </w:style>
  <w:style w:type="paragraph" w:customStyle="1" w:styleId="ADF667C761D743D0B2612CD27C65EDDE">
    <w:name w:val="ADF667C761D743D0B2612CD27C65EDDE"/>
    <w:rsid w:val="00EB36EA"/>
  </w:style>
  <w:style w:type="paragraph" w:customStyle="1" w:styleId="804A675AEEB2451CAD6764F1E06C741E">
    <w:name w:val="804A675AEEB2451CAD6764F1E06C741E"/>
    <w:rsid w:val="00EB36EA"/>
  </w:style>
  <w:style w:type="paragraph" w:customStyle="1" w:styleId="AD8BF900CC104C2192BA057297CE293E">
    <w:name w:val="AD8BF900CC104C2192BA057297CE293E"/>
    <w:rsid w:val="00EB36EA"/>
  </w:style>
  <w:style w:type="paragraph" w:customStyle="1" w:styleId="D396F37250CC4B1EADDE26E733B69DB6">
    <w:name w:val="D396F37250CC4B1EADDE26E733B69DB6"/>
    <w:rsid w:val="00EB36EA"/>
  </w:style>
  <w:style w:type="paragraph" w:customStyle="1" w:styleId="32D3A7CC8DC24882AA8DDBD2FAD5EAD1">
    <w:name w:val="32D3A7CC8DC24882AA8DDBD2FAD5EAD1"/>
    <w:rsid w:val="00EB36EA"/>
  </w:style>
  <w:style w:type="paragraph" w:customStyle="1" w:styleId="7B3E27603C1249769C454A0E6828F5D3">
    <w:name w:val="7B3E27603C1249769C454A0E6828F5D3"/>
    <w:rsid w:val="00EB36EA"/>
  </w:style>
  <w:style w:type="paragraph" w:customStyle="1" w:styleId="B5B6179C146849A0B541CE5F26203E60">
    <w:name w:val="B5B6179C146849A0B541CE5F26203E60"/>
    <w:rsid w:val="00EB36EA"/>
  </w:style>
  <w:style w:type="paragraph" w:customStyle="1" w:styleId="0088AEA189A64BEF8992CCFB5221095E">
    <w:name w:val="0088AEA189A64BEF8992CCFB5221095E"/>
    <w:rsid w:val="00EB36EA"/>
  </w:style>
  <w:style w:type="paragraph" w:customStyle="1" w:styleId="DB9ED9E0F6B94ED3A8A8544E79E51506">
    <w:name w:val="DB9ED9E0F6B94ED3A8A8544E79E51506"/>
    <w:rsid w:val="00EB36EA"/>
  </w:style>
  <w:style w:type="paragraph" w:customStyle="1" w:styleId="14A2768B3E4C48619C06FC419DD3219B">
    <w:name w:val="14A2768B3E4C48619C06FC419DD3219B"/>
    <w:rsid w:val="00EB36EA"/>
  </w:style>
  <w:style w:type="paragraph" w:customStyle="1" w:styleId="8FECEF6817394493A676211D23C0B181">
    <w:name w:val="8FECEF6817394493A676211D23C0B181"/>
    <w:rsid w:val="00EB36EA"/>
  </w:style>
  <w:style w:type="paragraph" w:customStyle="1" w:styleId="4854735259D44C9CAE78D4C74638829A">
    <w:name w:val="4854735259D44C9CAE78D4C74638829A"/>
    <w:rsid w:val="00EB36EA"/>
  </w:style>
  <w:style w:type="paragraph" w:customStyle="1" w:styleId="B6E4EA86E5D043BEA246477AA20D6C8C">
    <w:name w:val="B6E4EA86E5D043BEA246477AA20D6C8C"/>
    <w:rsid w:val="00EB36EA"/>
  </w:style>
  <w:style w:type="paragraph" w:customStyle="1" w:styleId="AEC7F10F1E4442908E37B5BF0EF7C51B">
    <w:name w:val="AEC7F10F1E4442908E37B5BF0EF7C51B"/>
    <w:rsid w:val="00EB36EA"/>
  </w:style>
  <w:style w:type="paragraph" w:customStyle="1" w:styleId="213FA58647D44823934674A8554DD6D6">
    <w:name w:val="213FA58647D44823934674A8554DD6D6"/>
    <w:rsid w:val="00EB36EA"/>
  </w:style>
  <w:style w:type="paragraph" w:customStyle="1" w:styleId="1F94DE4BE163403CB534EC331D28C0E6">
    <w:name w:val="1F94DE4BE163403CB534EC331D28C0E6"/>
    <w:rsid w:val="00EB36EA"/>
  </w:style>
  <w:style w:type="paragraph" w:customStyle="1" w:styleId="14CB7C6918C247968DD07C0E0486261E">
    <w:name w:val="14CB7C6918C247968DD07C0E0486261E"/>
    <w:rsid w:val="00EB36EA"/>
  </w:style>
  <w:style w:type="paragraph" w:customStyle="1" w:styleId="971C8078972A4173B986D7504904CE86">
    <w:name w:val="971C8078972A4173B986D7504904CE86"/>
    <w:rsid w:val="00EB36EA"/>
  </w:style>
  <w:style w:type="paragraph" w:customStyle="1" w:styleId="872B79F4A4D341F3A7E12AFC2080AD14">
    <w:name w:val="872B79F4A4D341F3A7E12AFC2080AD14"/>
    <w:rsid w:val="00EB36EA"/>
  </w:style>
  <w:style w:type="paragraph" w:customStyle="1" w:styleId="A4F4E3840591419CBA49B52C059C10E7">
    <w:name w:val="A4F4E3840591419CBA49B52C059C10E7"/>
    <w:rsid w:val="00EB36EA"/>
  </w:style>
  <w:style w:type="paragraph" w:customStyle="1" w:styleId="883DCB1443144EC8A2F16D6F02AEF7A4">
    <w:name w:val="883DCB1443144EC8A2F16D6F02AEF7A4"/>
    <w:rsid w:val="00EB36EA"/>
  </w:style>
  <w:style w:type="paragraph" w:customStyle="1" w:styleId="ABD309F8189D434E8596B114BC841205">
    <w:name w:val="ABD309F8189D434E8596B114BC841205"/>
    <w:rsid w:val="00EB36EA"/>
  </w:style>
  <w:style w:type="paragraph" w:customStyle="1" w:styleId="4704707934CF4C8B84C71499828DA8DB">
    <w:name w:val="4704707934CF4C8B84C71499828DA8DB"/>
    <w:rsid w:val="00EB36EA"/>
  </w:style>
  <w:style w:type="paragraph" w:customStyle="1" w:styleId="BE510115E3B44BD6827BBB7CD1F376D8">
    <w:name w:val="BE510115E3B44BD6827BBB7CD1F376D8"/>
    <w:rsid w:val="00EB36EA"/>
  </w:style>
  <w:style w:type="paragraph" w:customStyle="1" w:styleId="E45365F7BAEC4C1A8360061CF741CD67">
    <w:name w:val="E45365F7BAEC4C1A8360061CF741CD67"/>
    <w:rsid w:val="00EB36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Green Gradient">
  <a:themeElements>
    <a:clrScheme name="Custom 25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29F39A"/>
      </a:accent1>
      <a:accent2>
        <a:srgbClr val="63A537"/>
      </a:accent2>
      <a:accent3>
        <a:srgbClr val="2F8E5F"/>
      </a:accent3>
      <a:accent4>
        <a:srgbClr val="44C1A3"/>
      </a:accent4>
      <a:accent5>
        <a:srgbClr val="4EB3CF"/>
      </a:accent5>
      <a:accent6>
        <a:srgbClr val="0BB4E3"/>
      </a:accent6>
      <a:hlink>
        <a:srgbClr val="EE7B08"/>
      </a:hlink>
      <a:folHlink>
        <a:srgbClr val="977B2D"/>
      </a:folHlink>
    </a:clrScheme>
    <a:fontScheme name="Custom 46">
      <a:majorFont>
        <a:latin typeface="Franklin Gothic Demi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60A5CD-D572-4691-8023-6CB900CDB1C8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133533A9-1996-4148-A30B-8772A754A3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79A267-30D1-403F-9D4D-8BF4D4A1E27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 (Green Gradient design).dotx</Template>
  <TotalTime>0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2021-08-11T22:15:00Z</dcterms:created>
  <dcterms:modified xsi:type="dcterms:W3CDTF">2022-03-16T00:49:00Z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